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2BDEE" w14:textId="77777777" w:rsidR="00B07380" w:rsidRDefault="00B07380" w:rsidP="00BC7119">
      <w:pPr>
        <w:jc w:val="center"/>
        <w:rPr>
          <w:rFonts w:ascii="IranNastaliq" w:hAnsi="IranNastaliq" w:cs="IranNastaliq"/>
          <w:b/>
          <w:bCs/>
          <w:rtl/>
          <w:lang w:bidi="fa-IR"/>
        </w:rPr>
      </w:pPr>
    </w:p>
    <w:p w14:paraId="480D4820" w14:textId="3130F06A" w:rsidR="00BC7119" w:rsidRPr="00617F45" w:rsidRDefault="009B1DBF" w:rsidP="00BC7119">
      <w:pPr>
        <w:jc w:val="center"/>
        <w:rPr>
          <w:rFonts w:ascii="IranNastaliq" w:hAnsi="IranNastaliq" w:cs="IranNastaliq"/>
          <w:b/>
          <w:bCs/>
          <w:sz w:val="48"/>
          <w:szCs w:val="48"/>
          <w:rtl/>
          <w:lang w:bidi="fa-IR"/>
        </w:rPr>
      </w:pPr>
      <w:r w:rsidRPr="00617F45">
        <w:rPr>
          <w:rFonts w:ascii="IranNastaliq" w:hAnsi="IranNastaliq" w:cs="IranNastaliq" w:hint="cs"/>
          <w:b/>
          <w:bCs/>
          <w:noProof/>
          <w:sz w:val="48"/>
          <w:szCs w:val="48"/>
          <w:rtl/>
          <w:lang w:bidi="fa-IR"/>
        </w:rPr>
        <w:drawing>
          <wp:anchor distT="0" distB="0" distL="114300" distR="114300" simplePos="0" relativeHeight="251654656" behindDoc="1" locked="0" layoutInCell="1" allowOverlap="1" wp14:anchorId="37ABC957" wp14:editId="5457EE37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2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7119" w:rsidRPr="00617F45">
        <w:rPr>
          <w:rFonts w:ascii="IranNastaliq" w:hAnsi="IranNastaliq" w:cs="IranNastaliq" w:hint="cs"/>
          <w:b/>
          <w:bCs/>
          <w:sz w:val="48"/>
          <w:szCs w:val="48"/>
          <w:rtl/>
          <w:lang w:bidi="fa-IR"/>
        </w:rPr>
        <w:t xml:space="preserve">آموزشکده </w:t>
      </w:r>
      <w:r w:rsidR="00617F45" w:rsidRPr="00617F45">
        <w:rPr>
          <w:rFonts w:ascii="IranNastaliq" w:hAnsi="IranNastaliq" w:cs="IranNastaliq" w:hint="cs"/>
          <w:b/>
          <w:bCs/>
          <w:sz w:val="48"/>
          <w:szCs w:val="48"/>
          <w:rtl/>
          <w:lang w:bidi="fa-IR"/>
        </w:rPr>
        <w:t xml:space="preserve"> ملی مهارت </w:t>
      </w:r>
      <w:r w:rsidR="00617F45">
        <w:rPr>
          <w:rFonts w:ascii="IranNastaliq" w:hAnsi="IranNastaliq" w:cs="IranNastaliq" w:hint="cs"/>
          <w:b/>
          <w:bCs/>
          <w:sz w:val="48"/>
          <w:szCs w:val="48"/>
          <w:rtl/>
          <w:lang w:bidi="fa-IR"/>
        </w:rPr>
        <w:t xml:space="preserve"> دخ</w:t>
      </w:r>
      <w:r w:rsidR="00BC7119" w:rsidRPr="00617F45">
        <w:rPr>
          <w:rFonts w:ascii="IranNastaliq" w:hAnsi="IranNastaliq" w:cs="IranNastaliq" w:hint="cs"/>
          <w:b/>
          <w:bCs/>
          <w:sz w:val="48"/>
          <w:szCs w:val="48"/>
          <w:rtl/>
          <w:lang w:bidi="fa-IR"/>
        </w:rPr>
        <w:t>تران شهرضا</w:t>
      </w:r>
    </w:p>
    <w:p w14:paraId="4094C66C" w14:textId="777E37FD" w:rsidR="00BC7119" w:rsidRPr="00613AAA" w:rsidRDefault="00CB0B9B" w:rsidP="00190BC0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="00613AAA"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 w:rsidR="00F6551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فتوگرافیک</w:t>
      </w:r>
      <w:r w:rsidR="00B36BB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عکاسی</w:t>
      </w:r>
      <w:r w:rsidR="00F6551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 1</w:t>
      </w:r>
      <w:r w:rsidR="00A010BF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="00613AAA"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 w:rsidR="00B6606E">
        <w:rPr>
          <w:rFonts w:ascii="IranNastaliq" w:hAnsi="IranNastaliq" w:cs="B Titr"/>
          <w:b/>
          <w:bCs/>
          <w:sz w:val="36"/>
          <w:szCs w:val="36"/>
          <w:lang w:bidi="fa-IR"/>
        </w:rPr>
        <w:t xml:space="preserve"> </w:t>
      </w:r>
      <w:r w:rsidR="00617F45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 w:rsid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="00613AAA"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="00F912A9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190BC0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="00613AAA"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 w:rsidR="00BA2EF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="00F912A9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190BC0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bidiVisual/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379"/>
        <w:gridCol w:w="2465"/>
        <w:gridCol w:w="10"/>
        <w:gridCol w:w="12"/>
        <w:gridCol w:w="2462"/>
        <w:gridCol w:w="29"/>
        <w:gridCol w:w="2409"/>
        <w:gridCol w:w="2269"/>
      </w:tblGrid>
      <w:tr w:rsidR="00AC5285" w:rsidRPr="00CB0B9B" w14:paraId="7E3F0344" w14:textId="733244C8" w:rsidTr="00AC5285">
        <w:trPr>
          <w:trHeight w:val="1018"/>
        </w:trPr>
        <w:tc>
          <w:tcPr>
            <w:tcW w:w="191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268CEC10" w14:textId="77777777" w:rsidR="00AC5285" w:rsidRPr="00CB0B9B" w:rsidRDefault="00AC5285" w:rsidP="00CB0B9B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0748D897" w14:textId="77777777" w:rsidR="00AC5285" w:rsidRPr="00CB0B9B" w:rsidRDefault="00AC5285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379" w:type="dxa"/>
            <w:shd w:val="clear" w:color="auto" w:fill="E6E6E6"/>
          </w:tcPr>
          <w:p w14:paraId="10A9C3DE" w14:textId="77777777" w:rsidR="00AC5285" w:rsidRPr="00CB0B9B" w:rsidRDefault="00AC5285" w:rsidP="00F912A9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  الی  10</w:t>
            </w:r>
          </w:p>
        </w:tc>
        <w:tc>
          <w:tcPr>
            <w:tcW w:w="2465" w:type="dxa"/>
            <w:shd w:val="clear" w:color="auto" w:fill="E6E6E6"/>
          </w:tcPr>
          <w:p w14:paraId="5BCBD92A" w14:textId="77777777" w:rsidR="00AC5285" w:rsidRPr="00CB0B9B" w:rsidRDefault="00AC5285" w:rsidP="00F912A9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3656FEF8" w14:textId="77777777" w:rsidR="00AC5285" w:rsidRPr="00CB0B9B" w:rsidRDefault="00AC5285" w:rsidP="00190BC0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15-13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42803A59" w14:textId="77777777" w:rsidR="00AC5285" w:rsidRPr="00CB0B9B" w:rsidRDefault="00AC5285" w:rsidP="00190BC0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17تا15</w:t>
            </w:r>
          </w:p>
          <w:p w14:paraId="4C4B4265" w14:textId="77777777" w:rsidR="00AC5285" w:rsidRPr="00CB0B9B" w:rsidRDefault="00AC5285" w:rsidP="00F912A9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E6E6E6"/>
          </w:tcPr>
          <w:p w14:paraId="6A859B8C" w14:textId="77777777" w:rsidR="00AC5285" w:rsidRDefault="00AC5285" w:rsidP="00190BC0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C5285" w:rsidRPr="003041DC" w14:paraId="4E9F2996" w14:textId="22AD4378" w:rsidTr="00AC5285">
        <w:trPr>
          <w:trHeight w:val="1066"/>
        </w:trPr>
        <w:tc>
          <w:tcPr>
            <w:tcW w:w="1913" w:type="dxa"/>
            <w:shd w:val="clear" w:color="auto" w:fill="E6E6E6"/>
          </w:tcPr>
          <w:p w14:paraId="526D3B18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4380D711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844" w:type="dxa"/>
            <w:gridSpan w:val="2"/>
          </w:tcPr>
          <w:p w14:paraId="4194C619" w14:textId="77777777" w:rsidR="00AC5285" w:rsidRDefault="00AC5285" w:rsidP="00190BC0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E4F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نورپردازی</w:t>
            </w:r>
          </w:p>
          <w:p w14:paraId="42BB5075" w14:textId="3B842EED" w:rsidR="00AC5285" w:rsidRPr="00C62E4F" w:rsidRDefault="00AC5285" w:rsidP="00C62E4F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62E4F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آقاسی کارگاه عکاسی</w:t>
            </w:r>
          </w:p>
        </w:tc>
        <w:tc>
          <w:tcPr>
            <w:tcW w:w="2484" w:type="dxa"/>
            <w:gridSpan w:val="3"/>
            <w:tcBorders>
              <w:bottom w:val="single" w:sz="4" w:space="0" w:color="auto"/>
            </w:tcBorders>
          </w:tcPr>
          <w:p w14:paraId="26D04FF9" w14:textId="77777777" w:rsidR="00AC5285" w:rsidRDefault="00AC5285" w:rsidP="00190BC0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تربیت بدنی</w:t>
            </w:r>
          </w:p>
          <w:p w14:paraId="0797337E" w14:textId="091BAF28" w:rsidR="00AC5285" w:rsidRPr="00617F45" w:rsidRDefault="00AC5285" w:rsidP="00190BC0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7F4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محمدخانی</w:t>
            </w:r>
          </w:p>
        </w:tc>
        <w:tc>
          <w:tcPr>
            <w:tcW w:w="2438" w:type="dxa"/>
            <w:gridSpan w:val="2"/>
            <w:tcBorders>
              <w:bottom w:val="single" w:sz="4" w:space="0" w:color="auto"/>
            </w:tcBorders>
          </w:tcPr>
          <w:p w14:paraId="6A4B5EDD" w14:textId="77777777" w:rsidR="00AC5285" w:rsidRPr="00C62E4F" w:rsidRDefault="00AC5285" w:rsidP="00190BC0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</w:tcPr>
          <w:p w14:paraId="6C0224DD" w14:textId="77777777" w:rsidR="00AC5285" w:rsidRPr="00C62E4F" w:rsidRDefault="00AC5285" w:rsidP="00190BC0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C5285" w:rsidRPr="003041DC" w14:paraId="779B7AF7" w14:textId="294D1D0F" w:rsidTr="00AC5285">
        <w:trPr>
          <w:trHeight w:val="1100"/>
        </w:trPr>
        <w:tc>
          <w:tcPr>
            <w:tcW w:w="1913" w:type="dxa"/>
            <w:shd w:val="clear" w:color="auto" w:fill="E6E6E6"/>
          </w:tcPr>
          <w:p w14:paraId="4B0B3DE7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09529BAA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844" w:type="dxa"/>
            <w:gridSpan w:val="2"/>
          </w:tcPr>
          <w:p w14:paraId="5440F809" w14:textId="77777777" w:rsidR="00AC5285" w:rsidRDefault="00AC5285" w:rsidP="00190BC0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عناصر وکیفیت بصری</w:t>
            </w:r>
          </w:p>
          <w:p w14:paraId="078C40CD" w14:textId="6D165D57" w:rsidR="00AC5285" w:rsidRPr="00617F45" w:rsidRDefault="00AC5285" w:rsidP="00190BC0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7F4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آقاسی</w:t>
            </w:r>
          </w:p>
        </w:tc>
        <w:tc>
          <w:tcPr>
            <w:tcW w:w="2484" w:type="dxa"/>
            <w:gridSpan w:val="3"/>
          </w:tcPr>
          <w:p w14:paraId="61FE65FD" w14:textId="55D2802E" w:rsidR="00AC5285" w:rsidRPr="00C62E4F" w:rsidRDefault="00AC5285" w:rsidP="00E81FC7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38" w:type="dxa"/>
            <w:gridSpan w:val="2"/>
          </w:tcPr>
          <w:p w14:paraId="230738A7" w14:textId="77777777" w:rsidR="00AC5285" w:rsidRPr="00C62E4F" w:rsidRDefault="00AC5285" w:rsidP="00E81FC7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9" w:type="dxa"/>
          </w:tcPr>
          <w:p w14:paraId="0E609C26" w14:textId="77777777" w:rsidR="00AC5285" w:rsidRPr="00C62E4F" w:rsidRDefault="00AC5285" w:rsidP="00E81FC7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C5285" w:rsidRPr="003041DC" w14:paraId="0C90C2C1" w14:textId="2B530D29" w:rsidTr="00AC5285">
        <w:trPr>
          <w:trHeight w:val="1433"/>
        </w:trPr>
        <w:tc>
          <w:tcPr>
            <w:tcW w:w="1913" w:type="dxa"/>
            <w:shd w:val="clear" w:color="auto" w:fill="E6E6E6"/>
          </w:tcPr>
          <w:p w14:paraId="22C950B1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20294CA0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866" w:type="dxa"/>
            <w:gridSpan w:val="4"/>
          </w:tcPr>
          <w:p w14:paraId="1190405F" w14:textId="477AC851" w:rsidR="00AC5285" w:rsidRDefault="00AC5285" w:rsidP="0061497E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هندسه مناظر و مرایا</w:t>
            </w:r>
          </w:p>
          <w:p w14:paraId="4A1D35DC" w14:textId="53A3EE25" w:rsidR="00AC5285" w:rsidRPr="0061497E" w:rsidRDefault="00AC5285" w:rsidP="0061497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خاکسارکلاس 106</w:t>
            </w:r>
          </w:p>
        </w:tc>
        <w:tc>
          <w:tcPr>
            <w:tcW w:w="2462" w:type="dxa"/>
          </w:tcPr>
          <w:p w14:paraId="6C1C5321" w14:textId="77777777" w:rsidR="00AC5285" w:rsidRPr="00C62E4F" w:rsidRDefault="00AC5285" w:rsidP="00617F4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E4F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دفاع</w:t>
            </w:r>
          </w:p>
          <w:p w14:paraId="15AE03B0" w14:textId="03BDCABB" w:rsidR="00AC5285" w:rsidRPr="0061497E" w:rsidRDefault="00AC5285" w:rsidP="00617F45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سبزواری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2</w:t>
            </w:r>
          </w:p>
          <w:p w14:paraId="77754630" w14:textId="77777777" w:rsidR="00AC5285" w:rsidRPr="0061497E" w:rsidRDefault="00AC5285" w:rsidP="0061497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8" w:type="dxa"/>
            <w:gridSpan w:val="2"/>
          </w:tcPr>
          <w:p w14:paraId="3BCE544A" w14:textId="46866CE7" w:rsidR="00AC5285" w:rsidRDefault="00AC5285" w:rsidP="0061497E">
            <w:pPr>
              <w:rPr>
                <w:rFonts w:ascii="IranNastaliq" w:hAnsi="IranNastaliq" w:cs="B Zar"/>
                <w:b/>
                <w:bCs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rtl/>
                <w:lang w:bidi="fa-IR"/>
              </w:rPr>
              <w:t xml:space="preserve">        </w:t>
            </w:r>
            <w:r w:rsidRPr="0061497E">
              <w:rPr>
                <w:rFonts w:ascii="IranNastaliq" w:hAnsi="IranNastaliq" w:cs="B Zar" w:hint="cs"/>
                <w:b/>
                <w:bCs/>
                <w:rtl/>
                <w:lang w:bidi="fa-IR"/>
              </w:rPr>
              <w:t>تاریخ هنر جهان</w:t>
            </w:r>
          </w:p>
          <w:p w14:paraId="514EF65E" w14:textId="25695D65" w:rsidR="00AC5285" w:rsidRPr="0061497E" w:rsidRDefault="00AC5285" w:rsidP="007C4F25">
            <w:pPr>
              <w:jc w:val="center"/>
              <w:rPr>
                <w:rFonts w:ascii="IranNastaliq" w:hAnsi="IranNastaliq" w:cs="B Zar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rtl/>
                <w:lang w:bidi="fa-IR"/>
              </w:rPr>
              <w:t>استاد</w:t>
            </w:r>
            <w:r>
              <w:rPr>
                <w:rFonts w:ascii="IranNastaliq" w:hAnsi="IranNastaliq" w:cs="B Zar" w:hint="cs"/>
                <w:rtl/>
                <w:lang w:bidi="fa-IR"/>
              </w:rPr>
              <w:t xml:space="preserve"> </w:t>
            </w:r>
            <w:r w:rsidRPr="0061497E">
              <w:rPr>
                <w:rFonts w:ascii="IranNastaliq" w:hAnsi="IranNastaliq" w:cs="B Zar" w:hint="cs"/>
                <w:rtl/>
                <w:lang w:bidi="fa-IR"/>
              </w:rPr>
              <w:t>خاکسار کلاس</w:t>
            </w:r>
            <w:r>
              <w:rPr>
                <w:rFonts w:ascii="IranNastaliq" w:hAnsi="IranNastaliq" w:cs="B Zar" w:hint="cs"/>
                <w:rtl/>
                <w:lang w:bidi="fa-IR"/>
              </w:rPr>
              <w:t>108</w:t>
            </w:r>
          </w:p>
        </w:tc>
        <w:tc>
          <w:tcPr>
            <w:tcW w:w="2269" w:type="dxa"/>
          </w:tcPr>
          <w:p w14:paraId="2C2CAFF1" w14:textId="77777777" w:rsidR="00AC5285" w:rsidRDefault="00AC5285" w:rsidP="0061497E">
            <w:pPr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</w:tc>
      </w:tr>
      <w:tr w:rsidR="00AC5285" w:rsidRPr="003041DC" w14:paraId="56BE87CD" w14:textId="4966866B" w:rsidTr="00AC5285">
        <w:trPr>
          <w:trHeight w:val="1351"/>
        </w:trPr>
        <w:tc>
          <w:tcPr>
            <w:tcW w:w="1913" w:type="dxa"/>
            <w:shd w:val="clear" w:color="auto" w:fill="E6E6E6"/>
          </w:tcPr>
          <w:p w14:paraId="288C262E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23A171CD" w14:textId="77777777" w:rsidR="00AC5285" w:rsidRPr="003041DC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79" w:type="dxa"/>
          </w:tcPr>
          <w:p w14:paraId="5FD5D7D6" w14:textId="77777777" w:rsidR="00AC5285" w:rsidRPr="00C62E4F" w:rsidRDefault="00AC5285" w:rsidP="00AC5285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C62E4F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فیزیک</w:t>
            </w:r>
          </w:p>
          <w:p w14:paraId="6A71559D" w14:textId="3F889B3B" w:rsidR="00AC5285" w:rsidRPr="00C62E4F" w:rsidRDefault="00AC5285" w:rsidP="00AC528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استادعرفان کلاس102</w:t>
            </w:r>
          </w:p>
        </w:tc>
        <w:tc>
          <w:tcPr>
            <w:tcW w:w="2465" w:type="dxa"/>
          </w:tcPr>
          <w:p w14:paraId="28835DB8" w14:textId="77777777" w:rsidR="00AC5285" w:rsidRPr="00C62E4F" w:rsidRDefault="00AC5285" w:rsidP="00AC5285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آزمایشگاه فیزیک</w:t>
            </w:r>
          </w:p>
          <w:p w14:paraId="52AF2858" w14:textId="77777777" w:rsidR="00AC5285" w:rsidRPr="0061497E" w:rsidRDefault="00AC5285" w:rsidP="00AC5285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استادعرفان آزمایشگاه</w:t>
            </w:r>
          </w:p>
          <w:p w14:paraId="08987215" w14:textId="5E0D83D0" w:rsidR="00AC5285" w:rsidRPr="0061497E" w:rsidRDefault="00AC5285" w:rsidP="0061497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84" w:type="dxa"/>
            <w:gridSpan w:val="3"/>
          </w:tcPr>
          <w:p w14:paraId="5E0DBAC9" w14:textId="77777777" w:rsidR="00AC5285" w:rsidRDefault="00AC5285" w:rsidP="00AC528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دانش</w:t>
            </w:r>
          </w:p>
          <w:p w14:paraId="261D5AE0" w14:textId="324DB8F3" w:rsidR="00AC5285" w:rsidRPr="00C62E4F" w:rsidRDefault="00AC5285" w:rsidP="00AC5285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استادجعفری کلاس1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02</w:t>
            </w:r>
          </w:p>
        </w:tc>
        <w:tc>
          <w:tcPr>
            <w:tcW w:w="2438" w:type="dxa"/>
            <w:gridSpan w:val="2"/>
          </w:tcPr>
          <w:p w14:paraId="31BAFD9D" w14:textId="77777777" w:rsidR="00AC5285" w:rsidRDefault="00AC5285" w:rsidP="00AC528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فارسی</w:t>
            </w:r>
          </w:p>
          <w:p w14:paraId="6DA034D1" w14:textId="3CABD800" w:rsidR="00AC5285" w:rsidRPr="0061497E" w:rsidRDefault="00AC5285" w:rsidP="00AC5285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61497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خادم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2</w:t>
            </w:r>
          </w:p>
          <w:p w14:paraId="1BB3AB47" w14:textId="7DB73BEC" w:rsidR="00AC5285" w:rsidRPr="0061497E" w:rsidRDefault="00AC5285" w:rsidP="00190BC0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9" w:type="dxa"/>
            <w:tcBorders>
              <w:tr2bl w:val="single" w:sz="4" w:space="0" w:color="auto"/>
            </w:tcBorders>
          </w:tcPr>
          <w:p w14:paraId="48A645F9" w14:textId="77777777" w:rsidR="00AC5285" w:rsidRDefault="00AC5285" w:rsidP="00AC5285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7D3F96DA" w14:textId="5000C584" w:rsidR="00AC5285" w:rsidRDefault="00AC5285" w:rsidP="00AC5285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فارسی</w:t>
            </w:r>
          </w:p>
        </w:tc>
      </w:tr>
      <w:tr w:rsidR="00AC5285" w:rsidRPr="00716D77" w14:paraId="1FEF06BC" w14:textId="0B8B1D30" w:rsidTr="00AC5285">
        <w:trPr>
          <w:trHeight w:val="1405"/>
        </w:trPr>
        <w:tc>
          <w:tcPr>
            <w:tcW w:w="1913" w:type="dxa"/>
            <w:shd w:val="clear" w:color="auto" w:fill="E6E6E6"/>
          </w:tcPr>
          <w:p w14:paraId="666CA879" w14:textId="77777777" w:rsidR="00AC5285" w:rsidRPr="00716D77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71882476" w14:textId="77777777" w:rsidR="00AC5285" w:rsidRPr="00716D77" w:rsidRDefault="00AC5285" w:rsidP="009B1DBF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79" w:type="dxa"/>
          </w:tcPr>
          <w:p w14:paraId="0EEBC266" w14:textId="35C3520B" w:rsidR="00AC5285" w:rsidRPr="007C4F25" w:rsidRDefault="00AC5285" w:rsidP="007C4F25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75" w:type="dxa"/>
            <w:gridSpan w:val="2"/>
          </w:tcPr>
          <w:p w14:paraId="50439BA4" w14:textId="36B13145" w:rsidR="00AC5285" w:rsidRPr="007C4F25" w:rsidRDefault="00AC5285" w:rsidP="00190BC0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503" w:type="dxa"/>
            <w:gridSpan w:val="3"/>
          </w:tcPr>
          <w:p w14:paraId="5A742BDB" w14:textId="77777777" w:rsidR="00AC5285" w:rsidRPr="007C4F25" w:rsidRDefault="00AC5285" w:rsidP="00190BC0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09" w:type="dxa"/>
          </w:tcPr>
          <w:p w14:paraId="6C1D9782" w14:textId="3CC486CD" w:rsidR="00AC5285" w:rsidRPr="007C4F25" w:rsidRDefault="00AC5285" w:rsidP="00190BC0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9" w:type="dxa"/>
          </w:tcPr>
          <w:p w14:paraId="72EB74CE" w14:textId="77777777" w:rsidR="00AC5285" w:rsidRDefault="00AC5285" w:rsidP="00190BC0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2FE21CE9" w14:textId="77777777" w:rsidR="00BC7119" w:rsidRDefault="00BC7119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107BDC7B" w14:textId="77777777" w:rsidR="00F912A9" w:rsidRDefault="00F912A9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7AC6193F" w14:textId="77777777" w:rsidR="00F912A9" w:rsidRDefault="00F912A9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1CC3796E" w14:textId="77777777" w:rsidR="00F912A9" w:rsidRDefault="00F912A9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12162809" w14:textId="77777777" w:rsidR="00F912A9" w:rsidRDefault="00F912A9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770AA826" w14:textId="5C10F637" w:rsidR="00F65518" w:rsidRPr="00524D3E" w:rsidRDefault="00F65518" w:rsidP="00F65518">
      <w:pPr>
        <w:jc w:val="center"/>
        <w:rPr>
          <w:rFonts w:ascii="IranNastaliq" w:hAnsi="IranNastaliq" w:cs="IranNastaliq"/>
          <w:b/>
          <w:bCs/>
          <w:sz w:val="40"/>
          <w:szCs w:val="40"/>
          <w:rtl/>
          <w:lang w:bidi="fa-IR"/>
        </w:rPr>
      </w:pPr>
      <w:r w:rsidRPr="00524D3E">
        <w:rPr>
          <w:rFonts w:ascii="IranNastaliq" w:hAnsi="IranNastaliq" w:cs="IranNastaliq" w:hint="cs"/>
          <w:b/>
          <w:bCs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4C5A8521" wp14:editId="47B211F6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24D3E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آموزشکده </w:t>
      </w:r>
      <w:r w:rsidR="00AC5285" w:rsidRPr="00524D3E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ملی مهارت </w:t>
      </w:r>
      <w:r w:rsidRPr="00524D3E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 دختران شهرضا</w:t>
      </w:r>
    </w:p>
    <w:p w14:paraId="6EE1B390" w14:textId="2D11A070" w:rsidR="00190BC0" w:rsidRPr="00613AAA" w:rsidRDefault="00190BC0" w:rsidP="00190BC0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فتوگرافیک</w:t>
      </w:r>
      <w:r w:rsidR="00450C2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عکاسی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 </w:t>
      </w:r>
      <w:r w:rsidR="00450C2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2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 w:rsidR="00AC5285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1403</w:t>
      </w:r>
    </w:p>
    <w:tbl>
      <w:tblPr>
        <w:bidiVisual/>
        <w:tblW w:w="12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2614"/>
        <w:gridCol w:w="2410"/>
        <w:gridCol w:w="2875"/>
        <w:gridCol w:w="7"/>
        <w:gridCol w:w="2807"/>
      </w:tblGrid>
      <w:tr w:rsidR="00F776C1" w:rsidRPr="00CB0B9B" w14:paraId="1E968A05" w14:textId="77777777" w:rsidTr="00AC5285">
        <w:trPr>
          <w:trHeight w:val="1018"/>
        </w:trPr>
        <w:tc>
          <w:tcPr>
            <w:tcW w:w="209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63B27B98" w14:textId="77777777" w:rsidR="00F776C1" w:rsidRPr="00CB0B9B" w:rsidRDefault="00F776C1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513C5FCB" w14:textId="77777777" w:rsidR="00F776C1" w:rsidRPr="00CB0B9B" w:rsidRDefault="00F776C1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614" w:type="dxa"/>
            <w:shd w:val="clear" w:color="auto" w:fill="E6E6E6"/>
          </w:tcPr>
          <w:p w14:paraId="1433C5F7" w14:textId="77777777" w:rsidR="00F776C1" w:rsidRPr="00CB0B9B" w:rsidRDefault="00F776C1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  الی  10</w:t>
            </w:r>
          </w:p>
        </w:tc>
        <w:tc>
          <w:tcPr>
            <w:tcW w:w="2410" w:type="dxa"/>
            <w:shd w:val="clear" w:color="auto" w:fill="E6E6E6"/>
          </w:tcPr>
          <w:p w14:paraId="213E58B1" w14:textId="77777777" w:rsidR="00F776C1" w:rsidRPr="00CB0B9B" w:rsidRDefault="00F776C1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2882" w:type="dxa"/>
            <w:gridSpan w:val="2"/>
            <w:shd w:val="clear" w:color="auto" w:fill="E6E6E6"/>
          </w:tcPr>
          <w:p w14:paraId="6FDD4E79" w14:textId="77777777" w:rsidR="00F776C1" w:rsidRPr="00CB0B9B" w:rsidRDefault="00F776C1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15-13</w:t>
            </w:r>
          </w:p>
        </w:tc>
        <w:tc>
          <w:tcPr>
            <w:tcW w:w="2807" w:type="dxa"/>
            <w:shd w:val="clear" w:color="auto" w:fill="E6E6E6"/>
          </w:tcPr>
          <w:p w14:paraId="18185F70" w14:textId="77777777" w:rsidR="00F776C1" w:rsidRPr="00CB0B9B" w:rsidRDefault="00F776C1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17تا15</w:t>
            </w:r>
          </w:p>
          <w:p w14:paraId="7A11F951" w14:textId="77777777" w:rsidR="00F776C1" w:rsidRPr="00CB0B9B" w:rsidRDefault="00F776C1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776C1" w:rsidRPr="003041DC" w14:paraId="1884B296" w14:textId="77777777" w:rsidTr="00AC5285">
        <w:trPr>
          <w:trHeight w:val="1378"/>
        </w:trPr>
        <w:tc>
          <w:tcPr>
            <w:tcW w:w="2091" w:type="dxa"/>
            <w:shd w:val="clear" w:color="auto" w:fill="E6E6E6"/>
          </w:tcPr>
          <w:p w14:paraId="1039A362" w14:textId="77777777" w:rsidR="00F776C1" w:rsidRPr="003041DC" w:rsidRDefault="00F776C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0E3D979C" w14:textId="77777777" w:rsidR="00F776C1" w:rsidRPr="003041DC" w:rsidRDefault="00F776C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24" w:type="dxa"/>
            <w:gridSpan w:val="2"/>
          </w:tcPr>
          <w:p w14:paraId="102C9DCF" w14:textId="77777777" w:rsidR="00F776C1" w:rsidRPr="00AF4AF2" w:rsidRDefault="00450C24" w:rsidP="00450C24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عکاسی مستند </w:t>
            </w:r>
          </w:p>
          <w:p w14:paraId="312F4214" w14:textId="77777777" w:rsidR="00AC5285" w:rsidRDefault="00450C24" w:rsidP="00450C24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استادحسینی </w:t>
            </w:r>
          </w:p>
          <w:p w14:paraId="20CBA430" w14:textId="5E4FA9BB" w:rsidR="00450C24" w:rsidRPr="00AF4AF2" w:rsidRDefault="00AC5285" w:rsidP="00450C24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کارگاه 1</w:t>
            </w:r>
          </w:p>
        </w:tc>
        <w:tc>
          <w:tcPr>
            <w:tcW w:w="2875" w:type="dxa"/>
          </w:tcPr>
          <w:p w14:paraId="344B90DB" w14:textId="586C446A" w:rsidR="00F776C1" w:rsidRPr="00AF4AF2" w:rsidRDefault="00450C24" w:rsidP="00450C24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زبان </w:t>
            </w:r>
            <w:r w:rsidR="00AC5285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خارجی</w:t>
            </w:r>
          </w:p>
          <w:p w14:paraId="3DA3C815" w14:textId="77777777" w:rsidR="00450C24" w:rsidRDefault="00450C24" w:rsidP="00450C24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هادی </w:t>
            </w:r>
          </w:p>
          <w:p w14:paraId="5B6161D9" w14:textId="706E9B7B" w:rsidR="00AC5285" w:rsidRPr="00AF4AF2" w:rsidRDefault="00AC5285" w:rsidP="00450C24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104</w:t>
            </w:r>
          </w:p>
        </w:tc>
        <w:tc>
          <w:tcPr>
            <w:tcW w:w="2814" w:type="dxa"/>
            <w:gridSpan w:val="2"/>
            <w:tcBorders>
              <w:tr2bl w:val="single" w:sz="4" w:space="0" w:color="auto"/>
            </w:tcBorders>
          </w:tcPr>
          <w:p w14:paraId="32957BBB" w14:textId="77777777" w:rsidR="0018270D" w:rsidRPr="00AF4AF2" w:rsidRDefault="0018270D" w:rsidP="0018270D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1C11E1BE" w14:textId="2B94582A" w:rsidR="0018270D" w:rsidRPr="00AF4AF2" w:rsidRDefault="0018270D" w:rsidP="0018270D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زبان </w:t>
            </w:r>
            <w:r w:rsidR="00AC5285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خارجی</w:t>
            </w:r>
          </w:p>
          <w:p w14:paraId="3BBE8F1A" w14:textId="320B2AC9" w:rsidR="00F776C1" w:rsidRPr="00AF4AF2" w:rsidRDefault="00F776C1" w:rsidP="00190BC0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C5285" w:rsidRPr="003041DC" w14:paraId="19E3C1FF" w14:textId="7CF9E4B3" w:rsidTr="009C1A56">
        <w:trPr>
          <w:trHeight w:val="1045"/>
        </w:trPr>
        <w:tc>
          <w:tcPr>
            <w:tcW w:w="2091" w:type="dxa"/>
            <w:shd w:val="clear" w:color="auto" w:fill="E6E6E6"/>
          </w:tcPr>
          <w:p w14:paraId="383514C1" w14:textId="4C97D261" w:rsidR="00AC5285" w:rsidRPr="003041DC" w:rsidRDefault="00AC5285" w:rsidP="00E52976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</w:tc>
        <w:tc>
          <w:tcPr>
            <w:tcW w:w="5024" w:type="dxa"/>
            <w:gridSpan w:val="2"/>
          </w:tcPr>
          <w:p w14:paraId="00121C20" w14:textId="0EB59AD4" w:rsidR="00AC5285" w:rsidRPr="00AF4AF2" w:rsidRDefault="00AC5285" w:rsidP="00190BC0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رنگ شناسی</w:t>
            </w:r>
          </w:p>
          <w:p w14:paraId="3241A71D" w14:textId="77777777" w:rsidR="00B21C8E" w:rsidRDefault="00AC5285" w:rsidP="0018270D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استاد </w:t>
            </w:r>
            <w:r w:rsidR="00B21C8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ممیز</w:t>
            </w:r>
          </w:p>
          <w:p w14:paraId="5B59AA36" w14:textId="752129A5" w:rsidR="00AC5285" w:rsidRPr="00AF4AF2" w:rsidRDefault="00B21C8E" w:rsidP="00B21C8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کارگاه 3</w:t>
            </w:r>
          </w:p>
        </w:tc>
        <w:tc>
          <w:tcPr>
            <w:tcW w:w="5689" w:type="dxa"/>
            <w:gridSpan w:val="3"/>
          </w:tcPr>
          <w:p w14:paraId="25AAC795" w14:textId="77777777" w:rsidR="00B21C8E" w:rsidRPr="00AF4AF2" w:rsidRDefault="00B21C8E" w:rsidP="00B21C8E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در گرافیک</w:t>
            </w:r>
          </w:p>
          <w:p w14:paraId="13DDB89A" w14:textId="77777777" w:rsidR="00B21C8E" w:rsidRDefault="00B21C8E" w:rsidP="00B21C8E">
            <w:pPr>
              <w:bidi w:val="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ممی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ز</w:t>
            </w:r>
          </w:p>
          <w:p w14:paraId="04CC6412" w14:textId="64AB1F54" w:rsidR="00AC5285" w:rsidRDefault="00B21C8E" w:rsidP="00B21C8E">
            <w:pPr>
              <w:bidi w:val="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کارگاه 3</w:t>
            </w:r>
          </w:p>
          <w:p w14:paraId="19C7A1FD" w14:textId="77777777" w:rsidR="00AC5285" w:rsidRPr="00AF4AF2" w:rsidRDefault="00AC5285" w:rsidP="00B21C8E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6A15D0" w:rsidRPr="003041DC" w14:paraId="72613CA2" w14:textId="77777777" w:rsidTr="00AC5285">
        <w:trPr>
          <w:trHeight w:val="994"/>
        </w:trPr>
        <w:tc>
          <w:tcPr>
            <w:tcW w:w="2091" w:type="dxa"/>
            <w:shd w:val="clear" w:color="auto" w:fill="E6E6E6"/>
          </w:tcPr>
          <w:p w14:paraId="51960816" w14:textId="77777777" w:rsidR="006A15D0" w:rsidRPr="003041DC" w:rsidRDefault="006A15D0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03C11388" w14:textId="77777777" w:rsidR="006A15D0" w:rsidRPr="003041DC" w:rsidRDefault="006A15D0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24" w:type="dxa"/>
            <w:gridSpan w:val="2"/>
          </w:tcPr>
          <w:p w14:paraId="1A1D809D" w14:textId="77777777" w:rsidR="00B21C8E" w:rsidRDefault="00B21C8E" w:rsidP="00B21C8E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چهره</w:t>
            </w:r>
          </w:p>
          <w:p w14:paraId="78DBD615" w14:textId="77777777" w:rsidR="00B21C8E" w:rsidRPr="00E52976" w:rsidRDefault="00B21C8E" w:rsidP="00B21C8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E5297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قانع</w:t>
            </w:r>
          </w:p>
          <w:p w14:paraId="077119CE" w14:textId="34A34A6E" w:rsidR="00B21C8E" w:rsidRPr="00AF4AF2" w:rsidRDefault="00B21C8E" w:rsidP="00B21C8E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آتلیه</w:t>
            </w:r>
          </w:p>
        </w:tc>
        <w:tc>
          <w:tcPr>
            <w:tcW w:w="5689" w:type="dxa"/>
            <w:gridSpan w:val="3"/>
          </w:tcPr>
          <w:p w14:paraId="19A384FC" w14:textId="07D164EA" w:rsidR="00B21C8E" w:rsidRPr="00AF4AF2" w:rsidRDefault="00B21C8E" w:rsidP="00B21C8E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روتوش و ویرایش </w:t>
            </w:r>
          </w:p>
          <w:p w14:paraId="45B29600" w14:textId="66923479" w:rsidR="00E82818" w:rsidRDefault="00B21C8E" w:rsidP="00B21C8E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                 استاد قانع</w:t>
            </w:r>
          </w:p>
          <w:p w14:paraId="18F7B82C" w14:textId="2690DFE8" w:rsidR="00B21C8E" w:rsidRPr="00AF4AF2" w:rsidRDefault="00B21C8E" w:rsidP="00E8281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سایت 3</w:t>
            </w:r>
          </w:p>
        </w:tc>
      </w:tr>
      <w:tr w:rsidR="00B21C8E" w:rsidRPr="003041DC" w14:paraId="3FC86EF4" w14:textId="055D588F" w:rsidTr="00B21C8E">
        <w:trPr>
          <w:trHeight w:val="1450"/>
        </w:trPr>
        <w:tc>
          <w:tcPr>
            <w:tcW w:w="2091" w:type="dxa"/>
            <w:shd w:val="clear" w:color="auto" w:fill="E6E6E6"/>
          </w:tcPr>
          <w:p w14:paraId="17600C17" w14:textId="77777777" w:rsidR="00B21C8E" w:rsidRPr="003041DC" w:rsidRDefault="00B21C8E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5ABC7DEF" w14:textId="77777777" w:rsidR="00B21C8E" w:rsidRPr="003041DC" w:rsidRDefault="00B21C8E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713" w:type="dxa"/>
            <w:gridSpan w:val="5"/>
          </w:tcPr>
          <w:p w14:paraId="27259615" w14:textId="77777777" w:rsidR="00B21C8E" w:rsidRPr="00AF4AF2" w:rsidRDefault="00B21C8E" w:rsidP="00B21C8E">
            <w:pPr>
              <w:ind w:firstLine="72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عکاسی مراسم اجتماعی</w:t>
            </w:r>
          </w:p>
          <w:p w14:paraId="67FB6018" w14:textId="77777777" w:rsidR="00B21C8E" w:rsidRDefault="00B21C8E" w:rsidP="00F776C1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شاهچراغی </w:t>
            </w:r>
          </w:p>
          <w:p w14:paraId="3EA182F4" w14:textId="77777777" w:rsidR="00B21C8E" w:rsidRPr="00831E45" w:rsidRDefault="00B21C8E" w:rsidP="00F776C1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سالن</w:t>
            </w:r>
          </w:p>
          <w:p w14:paraId="691B232A" w14:textId="31A268F6" w:rsidR="00B21C8E" w:rsidRPr="00AF4AF2" w:rsidRDefault="00B21C8E" w:rsidP="00B21C8E">
            <w:pPr>
              <w:tabs>
                <w:tab w:val="left" w:pos="428"/>
                <w:tab w:val="center" w:pos="1286"/>
              </w:tabs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AF4AF2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AF4AF2"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  <w:tab/>
            </w:r>
          </w:p>
        </w:tc>
      </w:tr>
      <w:tr w:rsidR="00B21C8E" w:rsidRPr="00716D77" w14:paraId="5CB7233A" w14:textId="77777777" w:rsidTr="00B21C8E">
        <w:trPr>
          <w:trHeight w:val="1405"/>
        </w:trPr>
        <w:tc>
          <w:tcPr>
            <w:tcW w:w="2091" w:type="dxa"/>
            <w:shd w:val="clear" w:color="auto" w:fill="E6E6E6"/>
          </w:tcPr>
          <w:p w14:paraId="075555C5" w14:textId="77777777" w:rsidR="00B21C8E" w:rsidRPr="00716D77" w:rsidRDefault="00B21C8E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6FC812D9" w14:textId="77777777" w:rsidR="00B21C8E" w:rsidRPr="00716D77" w:rsidRDefault="00B21C8E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5024" w:type="dxa"/>
            <w:gridSpan w:val="2"/>
          </w:tcPr>
          <w:p w14:paraId="329E34B4" w14:textId="29C28E8D" w:rsidR="00B21C8E" w:rsidRPr="00831E45" w:rsidRDefault="00B21C8E" w:rsidP="0066552C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5689" w:type="dxa"/>
            <w:gridSpan w:val="3"/>
            <w:tcBorders>
              <w:top w:val="nil"/>
            </w:tcBorders>
          </w:tcPr>
          <w:p w14:paraId="2B75AE94" w14:textId="333F984D" w:rsidR="00B21C8E" w:rsidRPr="00831E45" w:rsidRDefault="00B21C8E" w:rsidP="00AF4AF2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</w:tr>
    </w:tbl>
    <w:p w14:paraId="4FB54054" w14:textId="77777777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7771B539" w14:textId="77777777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2DCBC414" w14:textId="77777777" w:rsidR="00831E45" w:rsidRDefault="00831E45" w:rsidP="00524D3E">
      <w:pPr>
        <w:rPr>
          <w:rFonts w:ascii="IranNastaliq" w:hAnsi="IranNastaliq" w:cs="IranNastaliq"/>
          <w:b/>
          <w:bCs/>
          <w:rtl/>
          <w:lang w:bidi="fa-IR"/>
        </w:rPr>
      </w:pPr>
    </w:p>
    <w:p w14:paraId="6811164A" w14:textId="7C1CE769" w:rsidR="00CE67A4" w:rsidRPr="00524D3E" w:rsidRDefault="00CE67A4" w:rsidP="00CE67A4">
      <w:pPr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r w:rsidRPr="00524D3E">
        <w:rPr>
          <w:rFonts w:ascii="IranNastaliq" w:hAnsi="IranNastaliq" w:cs="IranNastaliq" w:hint="cs"/>
          <w:b/>
          <w:bCs/>
          <w:noProof/>
          <w:sz w:val="44"/>
          <w:szCs w:val="44"/>
          <w:rtl/>
          <w:lang w:bidi="fa-IR"/>
        </w:rPr>
        <w:drawing>
          <wp:anchor distT="0" distB="0" distL="114300" distR="114300" simplePos="0" relativeHeight="251661312" behindDoc="1" locked="0" layoutInCell="1" allowOverlap="1" wp14:anchorId="1567F571" wp14:editId="503FB92E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3" name="Picture 3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24D3E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آموزشکده </w:t>
      </w:r>
      <w:r w:rsidR="00B21C8E" w:rsidRPr="00524D3E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ملی مهارت </w:t>
      </w:r>
      <w:r w:rsidRPr="00524D3E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 دختران شهرضا</w:t>
      </w:r>
    </w:p>
    <w:p w14:paraId="7291026D" w14:textId="60221FC6" w:rsidR="00F776C1" w:rsidRPr="00613AAA" w:rsidRDefault="00F776C1" w:rsidP="00F776C1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فتوگرافیک ترم 3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 w:rsidR="00B21C8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1403</w:t>
      </w:r>
    </w:p>
    <w:tbl>
      <w:tblPr>
        <w:bidiVisual/>
        <w:tblW w:w="12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2617"/>
        <w:gridCol w:w="15"/>
        <w:gridCol w:w="8"/>
        <w:gridCol w:w="2805"/>
        <w:gridCol w:w="9"/>
        <w:gridCol w:w="2565"/>
        <w:gridCol w:w="2681"/>
      </w:tblGrid>
      <w:tr w:rsidR="00C12344" w:rsidRPr="00CB0B9B" w14:paraId="2C75B3A1" w14:textId="77777777" w:rsidTr="00261BD9">
        <w:trPr>
          <w:trHeight w:val="1018"/>
        </w:trPr>
        <w:tc>
          <w:tcPr>
            <w:tcW w:w="209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4016FEDE" w14:textId="77777777" w:rsidR="00C12344" w:rsidRPr="00CB0B9B" w:rsidRDefault="00C12344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4D3C5A72" w14:textId="77777777" w:rsidR="00C12344" w:rsidRPr="00CB0B9B" w:rsidRDefault="00C12344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617" w:type="dxa"/>
            <w:shd w:val="clear" w:color="auto" w:fill="E6E6E6"/>
          </w:tcPr>
          <w:p w14:paraId="1F66B26A" w14:textId="77777777" w:rsidR="00C12344" w:rsidRPr="00CB0B9B" w:rsidRDefault="00C12344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  الی  10</w:t>
            </w:r>
          </w:p>
        </w:tc>
        <w:tc>
          <w:tcPr>
            <w:tcW w:w="2837" w:type="dxa"/>
            <w:gridSpan w:val="4"/>
            <w:shd w:val="clear" w:color="auto" w:fill="E6E6E6"/>
          </w:tcPr>
          <w:p w14:paraId="41D74EAB" w14:textId="77777777" w:rsidR="00C12344" w:rsidRPr="00CB0B9B" w:rsidRDefault="00C12344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12-10</w:t>
            </w:r>
          </w:p>
        </w:tc>
        <w:tc>
          <w:tcPr>
            <w:tcW w:w="2565" w:type="dxa"/>
            <w:shd w:val="clear" w:color="auto" w:fill="E6E6E6"/>
          </w:tcPr>
          <w:p w14:paraId="7BF1DEDE" w14:textId="77777777" w:rsidR="00C12344" w:rsidRPr="00CB0B9B" w:rsidRDefault="00C12344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15-13</w:t>
            </w:r>
          </w:p>
        </w:tc>
        <w:tc>
          <w:tcPr>
            <w:tcW w:w="2681" w:type="dxa"/>
            <w:shd w:val="clear" w:color="auto" w:fill="E6E6E6"/>
          </w:tcPr>
          <w:p w14:paraId="08FFE84F" w14:textId="77777777" w:rsidR="00C12344" w:rsidRPr="00CB0B9B" w:rsidRDefault="00C12344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17تا15</w:t>
            </w:r>
          </w:p>
          <w:p w14:paraId="5C7FC356" w14:textId="77777777" w:rsidR="00C12344" w:rsidRPr="00CB0B9B" w:rsidRDefault="00C12344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00749D" w:rsidRPr="003041DC" w14:paraId="30018685" w14:textId="77777777" w:rsidTr="002B503B">
        <w:trPr>
          <w:trHeight w:val="1378"/>
        </w:trPr>
        <w:tc>
          <w:tcPr>
            <w:tcW w:w="2090" w:type="dxa"/>
            <w:shd w:val="clear" w:color="auto" w:fill="E6E6E6"/>
          </w:tcPr>
          <w:p w14:paraId="3A78E4DB" w14:textId="77777777" w:rsidR="0000749D" w:rsidRPr="003041DC" w:rsidRDefault="0000749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4AF07655" w14:textId="77777777" w:rsidR="0000749D" w:rsidRPr="003041DC" w:rsidRDefault="0000749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0" w:type="dxa"/>
            <w:gridSpan w:val="3"/>
          </w:tcPr>
          <w:p w14:paraId="2688D531" w14:textId="381C364D" w:rsidR="0000749D" w:rsidRPr="00261BD9" w:rsidRDefault="0000749D" w:rsidP="00261BD9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آیین</w:t>
            </w:r>
          </w:p>
        </w:tc>
        <w:tc>
          <w:tcPr>
            <w:tcW w:w="8060" w:type="dxa"/>
            <w:gridSpan w:val="4"/>
          </w:tcPr>
          <w:p w14:paraId="6A67800E" w14:textId="787AD835" w:rsidR="0000749D" w:rsidRPr="0000749D" w:rsidRDefault="0000749D" w:rsidP="0000749D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</w:t>
            </w:r>
            <w:r w:rsidRPr="00261BD9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ورزشی</w:t>
            </w:r>
          </w:p>
          <w:p w14:paraId="2904285A" w14:textId="53A61BED" w:rsidR="0000749D" w:rsidRPr="00261BD9" w:rsidRDefault="0000749D" w:rsidP="0000749D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     </w:t>
            </w:r>
            <w:r w:rsidRPr="00261BD9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حسینی کلاس10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6</w:t>
            </w:r>
          </w:p>
          <w:p w14:paraId="208F2EC2" w14:textId="77777777" w:rsidR="0000749D" w:rsidRPr="00CE67A4" w:rsidRDefault="0000749D" w:rsidP="00261BD9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7D2578" w:rsidRPr="003041DC" w14:paraId="6E93EA1C" w14:textId="77777777" w:rsidTr="0000749D">
        <w:trPr>
          <w:trHeight w:val="1495"/>
        </w:trPr>
        <w:tc>
          <w:tcPr>
            <w:tcW w:w="2090" w:type="dxa"/>
            <w:shd w:val="clear" w:color="auto" w:fill="E6E6E6"/>
          </w:tcPr>
          <w:p w14:paraId="45925F14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1B56560A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0" w:type="dxa"/>
            <w:gridSpan w:val="3"/>
          </w:tcPr>
          <w:p w14:paraId="594633BB" w14:textId="77777777" w:rsidR="0000749D" w:rsidRDefault="0000749D" w:rsidP="0000749D">
            <w:pPr>
              <w:ind w:firstLine="720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  <w:p w14:paraId="36BD7EC4" w14:textId="402151A6" w:rsidR="007D2578" w:rsidRPr="0000749D" w:rsidRDefault="00A07234" w:rsidP="0000749D">
            <w:pPr>
              <w:ind w:firstLine="720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00749D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بازاریابی</w:t>
            </w:r>
          </w:p>
          <w:p w14:paraId="0943974B" w14:textId="77777777" w:rsidR="00A07234" w:rsidRPr="0000749D" w:rsidRDefault="0000749D" w:rsidP="0000749D">
            <w:pPr>
              <w:ind w:firstLine="720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00749D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 طاهر</w:t>
            </w:r>
          </w:p>
          <w:p w14:paraId="69804BED" w14:textId="23BD47E1" w:rsidR="0000749D" w:rsidRPr="0000749D" w:rsidRDefault="0000749D" w:rsidP="0000749D">
            <w:pPr>
              <w:ind w:firstLine="720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00749D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سالن</w:t>
            </w:r>
          </w:p>
        </w:tc>
        <w:tc>
          <w:tcPr>
            <w:tcW w:w="2814" w:type="dxa"/>
            <w:gridSpan w:val="2"/>
            <w:tcBorders>
              <w:tr2bl w:val="single" w:sz="4" w:space="0" w:color="auto"/>
            </w:tcBorders>
          </w:tcPr>
          <w:p w14:paraId="5AB94414" w14:textId="793CEEF3" w:rsidR="0000749D" w:rsidRDefault="0000749D" w:rsidP="0000749D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 xml:space="preserve">         چاپ در عکاسی</w:t>
            </w:r>
          </w:p>
          <w:p w14:paraId="074D4A71" w14:textId="727CA793" w:rsidR="0000749D" w:rsidRPr="0000749D" w:rsidRDefault="0000749D" w:rsidP="0000749D">
            <w:pPr>
              <w:jc w:val="right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00749D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 حیدری</w:t>
            </w:r>
          </w:p>
          <w:p w14:paraId="7A00348F" w14:textId="77777777" w:rsidR="00F3149C" w:rsidRDefault="0000749D" w:rsidP="00F3149C">
            <w:pPr>
              <w:jc w:val="right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11-13</w:t>
            </w:r>
            <w:r w:rsidRPr="0000749D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سالن</w:t>
            </w:r>
          </w:p>
          <w:p w14:paraId="16C0FDD0" w14:textId="110EA5ED" w:rsidR="007D2578" w:rsidRPr="00F3149C" w:rsidRDefault="00261BD9" w:rsidP="00F3149C">
            <w:pPr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A07234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بازاریابی</w:t>
            </w:r>
          </w:p>
          <w:p w14:paraId="2E2F3A8F" w14:textId="14FE38B6" w:rsidR="00A07234" w:rsidRPr="00261BD9" w:rsidRDefault="00A07234" w:rsidP="0000749D">
            <w:pPr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65" w:type="dxa"/>
          </w:tcPr>
          <w:p w14:paraId="050A5CC5" w14:textId="77777777" w:rsidR="0000749D" w:rsidRDefault="00261BD9" w:rsidP="00261BD9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 xml:space="preserve">            </w:t>
            </w:r>
          </w:p>
          <w:p w14:paraId="79EDBFB3" w14:textId="7995B06E" w:rsidR="007D2578" w:rsidRPr="00CE67A4" w:rsidRDefault="00A07234" w:rsidP="0000749D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خلاقیت</w:t>
            </w:r>
          </w:p>
          <w:p w14:paraId="30E038DA" w14:textId="22D6AA21" w:rsidR="00A07234" w:rsidRPr="00261BD9" w:rsidRDefault="007D2578" w:rsidP="00261BD9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 کاظمینی</w:t>
            </w:r>
            <w:r w:rsidR="00261BD9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 xml:space="preserve"> </w:t>
            </w:r>
            <w:r w:rsidR="00A07234" w:rsidRPr="00261BD9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کلاس 106</w:t>
            </w:r>
          </w:p>
        </w:tc>
        <w:tc>
          <w:tcPr>
            <w:tcW w:w="2681" w:type="dxa"/>
          </w:tcPr>
          <w:p w14:paraId="1B30210B" w14:textId="77777777" w:rsidR="0000749D" w:rsidRDefault="0000749D" w:rsidP="00261BD9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  <w:p w14:paraId="34CFEC28" w14:textId="7E9E5502" w:rsidR="00A07234" w:rsidRDefault="0000749D" w:rsidP="00261BD9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تاریخ عکاسی جهان</w:t>
            </w:r>
          </w:p>
          <w:p w14:paraId="24F1E2BB" w14:textId="1E550EB1" w:rsidR="0000749D" w:rsidRPr="0000749D" w:rsidRDefault="0000749D" w:rsidP="00261BD9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00749D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 شاهچراغی کلاس 106</w:t>
            </w:r>
          </w:p>
        </w:tc>
      </w:tr>
      <w:tr w:rsidR="007D2578" w:rsidRPr="003041DC" w14:paraId="2FC1DAA1" w14:textId="77777777" w:rsidTr="00E52976">
        <w:trPr>
          <w:trHeight w:val="1008"/>
        </w:trPr>
        <w:tc>
          <w:tcPr>
            <w:tcW w:w="2090" w:type="dxa"/>
            <w:shd w:val="clear" w:color="auto" w:fill="E6E6E6"/>
          </w:tcPr>
          <w:p w14:paraId="3B892DA2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18A86444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0" w:type="dxa"/>
            <w:gridSpan w:val="3"/>
          </w:tcPr>
          <w:p w14:paraId="2158791E" w14:textId="4179DBE3" w:rsidR="007D2578" w:rsidRDefault="007D2578" w:rsidP="00F776C1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14" w:type="dxa"/>
            <w:gridSpan w:val="2"/>
          </w:tcPr>
          <w:p w14:paraId="0003B68D" w14:textId="77777777" w:rsidR="007D2578" w:rsidRDefault="007D2578" w:rsidP="00F776C1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65" w:type="dxa"/>
          </w:tcPr>
          <w:p w14:paraId="5A2B4A11" w14:textId="57234B11" w:rsidR="007D2578" w:rsidRPr="00CE67A4" w:rsidRDefault="007D2578" w:rsidP="00C12344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81" w:type="dxa"/>
          </w:tcPr>
          <w:p w14:paraId="49C543AB" w14:textId="77777777" w:rsidR="007D2578" w:rsidRPr="004F17A0" w:rsidRDefault="007D2578" w:rsidP="00CE67A4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7D2578" w:rsidRPr="003041DC" w14:paraId="35948B22" w14:textId="77777777" w:rsidTr="00E52976">
        <w:trPr>
          <w:trHeight w:val="130"/>
        </w:trPr>
        <w:tc>
          <w:tcPr>
            <w:tcW w:w="2090" w:type="dxa"/>
            <w:shd w:val="clear" w:color="auto" w:fill="E6E6E6"/>
          </w:tcPr>
          <w:p w14:paraId="3AED0E5B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334C97EB" w14:textId="77777777" w:rsidR="007D2578" w:rsidRPr="003041DC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0" w:type="dxa"/>
            <w:gridSpan w:val="3"/>
          </w:tcPr>
          <w:p w14:paraId="196F6823" w14:textId="68F0346F" w:rsidR="007D2578" w:rsidRPr="004F17A0" w:rsidRDefault="007D2578" w:rsidP="00F776C1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14" w:type="dxa"/>
            <w:gridSpan w:val="2"/>
          </w:tcPr>
          <w:p w14:paraId="2ECB6741" w14:textId="77777777" w:rsidR="007D2578" w:rsidRPr="004F17A0" w:rsidRDefault="007D2578" w:rsidP="00F776C1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65" w:type="dxa"/>
          </w:tcPr>
          <w:p w14:paraId="6CCB2431" w14:textId="6218688E" w:rsidR="007D2578" w:rsidRPr="004F17A0" w:rsidRDefault="007D2578" w:rsidP="00C12344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81" w:type="dxa"/>
          </w:tcPr>
          <w:p w14:paraId="48385EAA" w14:textId="77777777" w:rsidR="007D2578" w:rsidRPr="00CE67A4" w:rsidRDefault="007D2578" w:rsidP="00F776C1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7D2578" w:rsidRPr="00716D77" w14:paraId="2393DC56" w14:textId="77777777" w:rsidTr="00261BD9">
        <w:trPr>
          <w:trHeight w:val="1405"/>
        </w:trPr>
        <w:tc>
          <w:tcPr>
            <w:tcW w:w="2090" w:type="dxa"/>
            <w:shd w:val="clear" w:color="auto" w:fill="E6E6E6"/>
          </w:tcPr>
          <w:p w14:paraId="1EAA55FE" w14:textId="77777777" w:rsidR="007D2578" w:rsidRPr="00716D77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07B1C56C" w14:textId="77777777" w:rsidR="007D2578" w:rsidRPr="00716D77" w:rsidRDefault="007D2578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32" w:type="dxa"/>
            <w:gridSpan w:val="2"/>
          </w:tcPr>
          <w:p w14:paraId="7867A0C1" w14:textId="709BA879" w:rsidR="007D2578" w:rsidRDefault="00261BD9" w:rsidP="00261BD9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خبری</w:t>
            </w:r>
          </w:p>
          <w:p w14:paraId="021CFFF5" w14:textId="49263CAE" w:rsidR="00261BD9" w:rsidRPr="00261BD9" w:rsidRDefault="00261BD9" w:rsidP="00261BD9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اباذری کلاس103</w:t>
            </w:r>
          </w:p>
        </w:tc>
        <w:tc>
          <w:tcPr>
            <w:tcW w:w="2813" w:type="dxa"/>
            <w:gridSpan w:val="2"/>
          </w:tcPr>
          <w:p w14:paraId="6C740381" w14:textId="77777777" w:rsidR="00261BD9" w:rsidRDefault="00261BD9" w:rsidP="00261BD9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خبری</w:t>
            </w:r>
          </w:p>
          <w:p w14:paraId="4D789BBF" w14:textId="39B7548A" w:rsidR="007D2578" w:rsidRPr="00261BD9" w:rsidRDefault="00261BD9" w:rsidP="00261BD9">
            <w:pPr>
              <w:tabs>
                <w:tab w:val="left" w:pos="2007"/>
                <w:tab w:val="center" w:pos="2584"/>
              </w:tabs>
              <w:ind w:firstLine="72"/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اباذری کلاس103</w:t>
            </w:r>
          </w:p>
        </w:tc>
        <w:tc>
          <w:tcPr>
            <w:tcW w:w="2574" w:type="dxa"/>
            <w:gridSpan w:val="2"/>
          </w:tcPr>
          <w:p w14:paraId="2682C032" w14:textId="77777777" w:rsidR="007D2578" w:rsidRDefault="00261BD9" w:rsidP="00261BD9">
            <w:pPr>
              <w:tabs>
                <w:tab w:val="left" w:pos="2007"/>
                <w:tab w:val="center" w:pos="2584"/>
              </w:tabs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نما و عکس</w:t>
            </w:r>
          </w:p>
          <w:p w14:paraId="17E98893" w14:textId="0B590183" w:rsidR="00261BD9" w:rsidRPr="00261BD9" w:rsidRDefault="00261BD9" w:rsidP="00261BD9">
            <w:pPr>
              <w:tabs>
                <w:tab w:val="left" w:pos="2007"/>
                <w:tab w:val="center" w:pos="2584"/>
              </w:tabs>
              <w:ind w:firstLine="72"/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اباذری کلاس103</w:t>
            </w:r>
          </w:p>
        </w:tc>
        <w:tc>
          <w:tcPr>
            <w:tcW w:w="2681" w:type="dxa"/>
            <w:tcBorders>
              <w:bottom w:val="single" w:sz="4" w:space="0" w:color="auto"/>
            </w:tcBorders>
          </w:tcPr>
          <w:p w14:paraId="5E30D1E2" w14:textId="77777777" w:rsidR="007D2578" w:rsidRDefault="00F3149C" w:rsidP="00F776C1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نما و عکس</w:t>
            </w:r>
          </w:p>
          <w:p w14:paraId="2D940BC2" w14:textId="5366598B" w:rsidR="00F3149C" w:rsidRPr="00F65518" w:rsidRDefault="00F3149C" w:rsidP="00F776C1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261BD9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اباذری کلاس103</w:t>
            </w:r>
          </w:p>
        </w:tc>
      </w:tr>
    </w:tbl>
    <w:p w14:paraId="027D7011" w14:textId="77777777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2140EF5B" w14:textId="3E7CF8CB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B61569E" w14:textId="4044C131" w:rsidR="00E52976" w:rsidRDefault="00E52976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32B2BDC" w14:textId="030B37E1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3A3E7170" w14:textId="08019288" w:rsidR="00CE67A4" w:rsidRPr="00430492" w:rsidRDefault="00CE67A4" w:rsidP="00CE67A4">
      <w:pPr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bookmarkStart w:id="0" w:name="_Hlk178148920"/>
      <w:r w:rsidRPr="00430492">
        <w:rPr>
          <w:rFonts w:ascii="IranNastaliq" w:hAnsi="IranNastaliq" w:cs="IranNastaliq" w:hint="cs"/>
          <w:b/>
          <w:bCs/>
          <w:noProof/>
          <w:sz w:val="44"/>
          <w:szCs w:val="44"/>
          <w:rtl/>
          <w:lang w:bidi="fa-IR"/>
        </w:rPr>
        <w:drawing>
          <wp:anchor distT="0" distB="0" distL="114300" distR="114300" simplePos="0" relativeHeight="251663360" behindDoc="1" locked="0" layoutInCell="1" allowOverlap="1" wp14:anchorId="37AFFE57" wp14:editId="6588EE94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4" name="Picture 4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آموزشکده </w:t>
      </w:r>
      <w:r w:rsidR="00F3149C"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 دختران شهرضا</w:t>
      </w:r>
    </w:p>
    <w:p w14:paraId="0892995A" w14:textId="3DF8043A" w:rsidR="00C12344" w:rsidRPr="00613AAA" w:rsidRDefault="00C12344" w:rsidP="00C12344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bookmarkStart w:id="1" w:name="_Hlk178148958"/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فتوگرافیک</w:t>
      </w:r>
      <w:r w:rsidR="00261BD9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عکاسی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 4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 w:rsidR="00E353B5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1403</w:t>
      </w:r>
    </w:p>
    <w:bookmarkEnd w:id="0"/>
    <w:bookmarkEnd w:id="1"/>
    <w:p w14:paraId="7B11C5FE" w14:textId="77777777" w:rsidR="00CE67A4" w:rsidRDefault="00CE67A4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tbl>
      <w:tblPr>
        <w:bidiVisual/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2415"/>
        <w:gridCol w:w="67"/>
        <w:gridCol w:w="2413"/>
        <w:gridCol w:w="12"/>
        <w:gridCol w:w="2148"/>
        <w:gridCol w:w="12"/>
        <w:gridCol w:w="24"/>
        <w:gridCol w:w="9"/>
        <w:gridCol w:w="2561"/>
        <w:gridCol w:w="2388"/>
      </w:tblGrid>
      <w:tr w:rsidR="00F3149C" w:rsidRPr="00CB0B9B" w14:paraId="0259C803" w14:textId="0D0C248E" w:rsidTr="00F3149C">
        <w:trPr>
          <w:trHeight w:val="1018"/>
        </w:trPr>
        <w:tc>
          <w:tcPr>
            <w:tcW w:w="1899" w:type="dxa"/>
            <w:tcBorders>
              <w:bottom w:val="single" w:sz="4" w:space="0" w:color="auto"/>
            </w:tcBorders>
            <w:shd w:val="clear" w:color="auto" w:fill="E6E6E6"/>
          </w:tcPr>
          <w:p w14:paraId="73E5993B" w14:textId="77777777" w:rsidR="00F3149C" w:rsidRPr="00CB0B9B" w:rsidRDefault="00F3149C" w:rsidP="00E81FC7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4A34654B" w14:textId="77777777" w:rsidR="00F3149C" w:rsidRPr="00CB0B9B" w:rsidRDefault="00F3149C" w:rsidP="00E81FC7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482" w:type="dxa"/>
            <w:gridSpan w:val="2"/>
            <w:shd w:val="clear" w:color="auto" w:fill="E6E6E6"/>
          </w:tcPr>
          <w:p w14:paraId="571EC7A2" w14:textId="625E1720" w:rsidR="00F3149C" w:rsidRPr="00CB0B9B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413" w:type="dxa"/>
            <w:shd w:val="clear" w:color="auto" w:fill="E6E6E6"/>
          </w:tcPr>
          <w:p w14:paraId="52DD8670" w14:textId="2359BA1B" w:rsidR="00F3149C" w:rsidRPr="00CB0B9B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172" w:type="dxa"/>
            <w:gridSpan w:val="3"/>
            <w:shd w:val="clear" w:color="auto" w:fill="E6E6E6"/>
          </w:tcPr>
          <w:p w14:paraId="177B68CE" w14:textId="650ADA90" w:rsidR="00F3149C" w:rsidRPr="00CB0B9B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2594" w:type="dxa"/>
            <w:gridSpan w:val="3"/>
            <w:shd w:val="clear" w:color="auto" w:fill="E6E6E6"/>
          </w:tcPr>
          <w:p w14:paraId="747072CF" w14:textId="6107E21F" w:rsidR="00F3149C" w:rsidRPr="00CB0B9B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18F17673" w14:textId="77777777" w:rsidR="00F3149C" w:rsidRPr="00CB0B9B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88" w:type="dxa"/>
            <w:shd w:val="clear" w:color="auto" w:fill="E6E6E6"/>
          </w:tcPr>
          <w:p w14:paraId="25E30EEA" w14:textId="263A8EB5" w:rsidR="00F3149C" w:rsidRDefault="00F3149C" w:rsidP="00E81FC7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17-19</w:t>
            </w:r>
          </w:p>
        </w:tc>
      </w:tr>
      <w:tr w:rsidR="00F3149C" w:rsidRPr="003041DC" w14:paraId="72E36729" w14:textId="12BFEABF" w:rsidTr="007A4E7B">
        <w:trPr>
          <w:trHeight w:val="1132"/>
        </w:trPr>
        <w:tc>
          <w:tcPr>
            <w:tcW w:w="1899" w:type="dxa"/>
            <w:shd w:val="clear" w:color="auto" w:fill="E6E6E6"/>
          </w:tcPr>
          <w:p w14:paraId="495AD156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3C1DBD91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82" w:type="dxa"/>
            <w:gridSpan w:val="2"/>
            <w:tcBorders>
              <w:tr2bl w:val="single" w:sz="4" w:space="0" w:color="auto"/>
            </w:tcBorders>
          </w:tcPr>
          <w:p w14:paraId="6D13241E" w14:textId="000D067E" w:rsidR="00F3149C" w:rsidRDefault="00F3149C" w:rsidP="00F3149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 xml:space="preserve">             بهداشت و صیانت </w:t>
            </w:r>
          </w:p>
          <w:p w14:paraId="41519C3B" w14:textId="125D80BF" w:rsidR="00F3149C" w:rsidRPr="00CE67A4" w:rsidRDefault="00F3149C" w:rsidP="00F3149C">
            <w:pPr>
              <w:ind w:firstLine="720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25" w:type="dxa"/>
            <w:gridSpan w:val="2"/>
          </w:tcPr>
          <w:p w14:paraId="368F1A43" w14:textId="23B33D62" w:rsidR="00F3149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بهداشت و صیانت</w:t>
            </w:r>
          </w:p>
          <w:p w14:paraId="2AEC5E48" w14:textId="0CDCDDBF" w:rsidR="00F3149C" w:rsidRPr="00CE67A4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E5297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Pr="00E5297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دکترآقایی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160" w:type="dxa"/>
            <w:gridSpan w:val="2"/>
          </w:tcPr>
          <w:p w14:paraId="7A88F1E4" w14:textId="77777777" w:rsidR="00F3149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اندیشه</w:t>
            </w:r>
          </w:p>
          <w:p w14:paraId="06FBCD62" w14:textId="77777777" w:rsidR="00F3149C" w:rsidRPr="00F3149C" w:rsidRDefault="00F3149C" w:rsidP="00F3149C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F3149C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 صدرایی</w:t>
            </w:r>
          </w:p>
          <w:p w14:paraId="05DA4660" w14:textId="755D9F3F" w:rsidR="00F3149C" w:rsidRPr="00CE67A4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F3149C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کلاس 105</w:t>
            </w:r>
          </w:p>
        </w:tc>
        <w:tc>
          <w:tcPr>
            <w:tcW w:w="4982" w:type="dxa"/>
            <w:gridSpan w:val="4"/>
          </w:tcPr>
          <w:p w14:paraId="7AD16B55" w14:textId="70F10F25" w:rsidR="00F3149C" w:rsidRPr="00E52976" w:rsidRDefault="00F3149C" w:rsidP="00F3149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E5297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</w:t>
            </w:r>
            <w:r w:rsidRPr="00E5297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کارآفرینی </w:t>
            </w:r>
          </w:p>
          <w:p w14:paraId="72649ECE" w14:textId="6BF15F43" w:rsidR="00F3149C" w:rsidRDefault="00F3149C" w:rsidP="00F3149C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 </w:t>
            </w:r>
            <w:r w:rsidRPr="00E5297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هاشمی نژاد</w:t>
            </w:r>
          </w:p>
          <w:p w14:paraId="679D5CA7" w14:textId="682137CB" w:rsidR="00F3149C" w:rsidRPr="00CE67A4" w:rsidRDefault="00F3149C" w:rsidP="00F3149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            </w:t>
            </w:r>
            <w:r w:rsidRPr="00E5297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سالن</w:t>
            </w:r>
          </w:p>
        </w:tc>
      </w:tr>
      <w:tr w:rsidR="00F3149C" w:rsidRPr="003041DC" w14:paraId="6122C735" w14:textId="1AF86682" w:rsidTr="00280B11">
        <w:trPr>
          <w:trHeight w:val="1666"/>
        </w:trPr>
        <w:tc>
          <w:tcPr>
            <w:tcW w:w="1899" w:type="dxa"/>
            <w:shd w:val="clear" w:color="auto" w:fill="E6E6E6"/>
          </w:tcPr>
          <w:p w14:paraId="18F98709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37BE108E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895" w:type="dxa"/>
            <w:gridSpan w:val="3"/>
          </w:tcPr>
          <w:p w14:paraId="0D4803A6" w14:textId="77777777" w:rsidR="00F3149C" w:rsidRPr="007410EA" w:rsidRDefault="00F3149C" w:rsidP="00F3149C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7410EA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عکاسی تبلیغاتی </w:t>
            </w:r>
          </w:p>
          <w:p w14:paraId="6072EBAE" w14:textId="33C85D5C" w:rsidR="00F3149C" w:rsidRDefault="00F3149C" w:rsidP="00F3149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7410E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استادعاشوری </w:t>
            </w:r>
          </w:p>
          <w:p w14:paraId="09B67F57" w14:textId="72174940" w:rsidR="00F3149C" w:rsidRPr="00F3149C" w:rsidRDefault="00F3149C" w:rsidP="00F3149C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آتلیه</w:t>
            </w:r>
          </w:p>
        </w:tc>
        <w:tc>
          <w:tcPr>
            <w:tcW w:w="2160" w:type="dxa"/>
            <w:gridSpan w:val="2"/>
          </w:tcPr>
          <w:p w14:paraId="30F865FC" w14:textId="2DB26044" w:rsidR="00F3149C" w:rsidRPr="00F3149C" w:rsidRDefault="00F3149C" w:rsidP="00F3149C">
            <w:pPr>
              <w:rPr>
                <w:rFonts w:ascii="IranNastaliq" w:hAnsi="IranNastaliq" w:cs="B Zar"/>
                <w:b/>
                <w:bCs/>
                <w:i/>
                <w:iCs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rtl/>
                <w:lang w:bidi="fa-IR"/>
              </w:rPr>
              <w:t xml:space="preserve">      </w:t>
            </w:r>
            <w:r w:rsidRPr="00F3149C">
              <w:rPr>
                <w:rFonts w:ascii="IranNastaliq" w:hAnsi="IranNastaliq" w:cs="B Zar" w:hint="cs"/>
                <w:b/>
                <w:bCs/>
                <w:i/>
                <w:iCs/>
                <w:rtl/>
                <w:lang w:bidi="fa-IR"/>
              </w:rPr>
              <w:t>زبان خارجی</w:t>
            </w:r>
          </w:p>
          <w:p w14:paraId="03FF03A3" w14:textId="49A6B444" w:rsidR="00F3149C" w:rsidRPr="00F3149C" w:rsidRDefault="00F3149C" w:rsidP="00F3149C">
            <w:pPr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 xml:space="preserve">       </w:t>
            </w:r>
            <w:r w:rsidRPr="00F3149C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استادصادقی</w:t>
            </w:r>
          </w:p>
          <w:p w14:paraId="328CC982" w14:textId="765D8B7E" w:rsidR="00F3149C" w:rsidRPr="004F17A0" w:rsidRDefault="00F3149C" w:rsidP="00F3149C">
            <w:pPr>
              <w:ind w:firstLine="720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F3149C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سالن</w:t>
            </w:r>
          </w:p>
        </w:tc>
        <w:tc>
          <w:tcPr>
            <w:tcW w:w="2606" w:type="dxa"/>
            <w:gridSpan w:val="4"/>
            <w:tcBorders>
              <w:tr2bl w:val="single" w:sz="4" w:space="0" w:color="auto"/>
            </w:tcBorders>
          </w:tcPr>
          <w:p w14:paraId="4CB30E9A" w14:textId="77777777" w:rsidR="00280B11" w:rsidRDefault="00280B11" w:rsidP="00280B11">
            <w:pPr>
              <w:jc w:val="both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  <w:p w14:paraId="588BD3A3" w14:textId="43A93069" w:rsidR="00280B11" w:rsidRPr="004F17A0" w:rsidRDefault="00280B11" w:rsidP="00280B11">
            <w:pPr>
              <w:jc w:val="both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زبان</w:t>
            </w:r>
          </w:p>
        </w:tc>
        <w:tc>
          <w:tcPr>
            <w:tcW w:w="2388" w:type="dxa"/>
          </w:tcPr>
          <w:p w14:paraId="46815C06" w14:textId="6A1591EB" w:rsidR="00F3149C" w:rsidRPr="00E52976" w:rsidRDefault="00F3149C" w:rsidP="00F3149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3149C" w:rsidRPr="003041DC" w14:paraId="194BF497" w14:textId="6BB42100" w:rsidTr="00F3149C">
        <w:trPr>
          <w:trHeight w:val="1433"/>
        </w:trPr>
        <w:tc>
          <w:tcPr>
            <w:tcW w:w="1899" w:type="dxa"/>
            <w:shd w:val="clear" w:color="auto" w:fill="E6E6E6"/>
          </w:tcPr>
          <w:p w14:paraId="0E411DD0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73217B11" w14:textId="77777777" w:rsidR="00F3149C" w:rsidRPr="003041D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067" w:type="dxa"/>
            <w:gridSpan w:val="6"/>
          </w:tcPr>
          <w:p w14:paraId="6999E9C8" w14:textId="77777777" w:rsidR="00F3149C" w:rsidRPr="007410EA" w:rsidRDefault="00F3149C" w:rsidP="00F3149C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7410EA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عکاسی سینما</w:t>
            </w:r>
          </w:p>
          <w:p w14:paraId="2031AEF5" w14:textId="7F28A680" w:rsidR="00F3149C" w:rsidRPr="007410EA" w:rsidRDefault="00F3149C" w:rsidP="00F3149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7410E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مهرزاد کلاس 108</w:t>
            </w:r>
          </w:p>
        </w:tc>
        <w:tc>
          <w:tcPr>
            <w:tcW w:w="2594" w:type="dxa"/>
            <w:gridSpan w:val="3"/>
          </w:tcPr>
          <w:p w14:paraId="51177E8E" w14:textId="77777777" w:rsidR="00F3149C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حقوق در عکاسی</w:t>
            </w:r>
          </w:p>
          <w:p w14:paraId="698B484C" w14:textId="77777777" w:rsidR="00F3149C" w:rsidRDefault="00F3149C" w:rsidP="00F3149C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831E45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شاهچراغی</w:t>
            </w:r>
          </w:p>
          <w:p w14:paraId="2D11A74D" w14:textId="1F6186A5" w:rsidR="00F3149C" w:rsidRPr="00831E45" w:rsidRDefault="00F3149C" w:rsidP="00F3149C">
            <w:pPr>
              <w:jc w:val="center"/>
              <w:rPr>
                <w:rFonts w:ascii="IranNastaliq" w:hAnsi="IranNastaliq" w:cs="B Zar"/>
                <w:i/>
                <w:iCs/>
                <w:sz w:val="28"/>
                <w:szCs w:val="28"/>
                <w:rtl/>
                <w:lang w:bidi="fa-IR"/>
              </w:rPr>
            </w:pPr>
            <w:r w:rsidRPr="00831E45">
              <w:rPr>
                <w:rFonts w:ascii="IranNastaliq" w:hAnsi="IranNastaliq" w:cs="B Zar" w:hint="cs"/>
                <w:i/>
                <w:iCs/>
                <w:sz w:val="28"/>
                <w:szCs w:val="28"/>
                <w:rtl/>
                <w:lang w:bidi="fa-IR"/>
              </w:rPr>
              <w:t>کلاس 108</w:t>
            </w:r>
          </w:p>
        </w:tc>
        <w:tc>
          <w:tcPr>
            <w:tcW w:w="2388" w:type="dxa"/>
          </w:tcPr>
          <w:p w14:paraId="7863007F" w14:textId="77777777" w:rsidR="00F3149C" w:rsidRDefault="00F3149C" w:rsidP="00F3149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280B11" w:rsidRPr="003041DC" w14:paraId="7E512961" w14:textId="0916FFF3" w:rsidTr="00280B11">
        <w:trPr>
          <w:trHeight w:val="1351"/>
        </w:trPr>
        <w:tc>
          <w:tcPr>
            <w:tcW w:w="1899" w:type="dxa"/>
            <w:shd w:val="clear" w:color="auto" w:fill="E6E6E6"/>
          </w:tcPr>
          <w:p w14:paraId="11F30080" w14:textId="77777777" w:rsidR="00280B11" w:rsidRPr="003041DC" w:rsidRDefault="00280B11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3266F875" w14:textId="77777777" w:rsidR="00280B11" w:rsidRPr="003041DC" w:rsidRDefault="00280B11" w:rsidP="00F3149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5" w:type="dxa"/>
          </w:tcPr>
          <w:p w14:paraId="137BA35D" w14:textId="58945111" w:rsidR="00280B11" w:rsidRPr="007410EA" w:rsidRDefault="00280B11" w:rsidP="00F3149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80" w:type="dxa"/>
            <w:gridSpan w:val="2"/>
          </w:tcPr>
          <w:p w14:paraId="4564969B" w14:textId="77777777" w:rsidR="00280B11" w:rsidRPr="007410EA" w:rsidRDefault="00280B11" w:rsidP="00F3149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05" w:type="dxa"/>
            <w:gridSpan w:val="5"/>
          </w:tcPr>
          <w:p w14:paraId="1BFAC480" w14:textId="4A7353D9" w:rsidR="00280B11" w:rsidRPr="00CE67A4" w:rsidRDefault="00280B11" w:rsidP="00F3149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61" w:type="dxa"/>
          </w:tcPr>
          <w:p w14:paraId="0E4226F8" w14:textId="77777777" w:rsidR="00280B11" w:rsidRPr="00CE67A4" w:rsidRDefault="00280B11" w:rsidP="00F3149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88" w:type="dxa"/>
          </w:tcPr>
          <w:p w14:paraId="5265D1D6" w14:textId="0369D5F7" w:rsidR="00280B11" w:rsidRDefault="00280B11" w:rsidP="00F3149C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F3149C" w:rsidRPr="00716D77" w14:paraId="7CA156E7" w14:textId="272FE04D" w:rsidTr="00F3149C">
        <w:trPr>
          <w:trHeight w:val="1405"/>
        </w:trPr>
        <w:tc>
          <w:tcPr>
            <w:tcW w:w="1899" w:type="dxa"/>
            <w:shd w:val="clear" w:color="auto" w:fill="E6E6E6"/>
          </w:tcPr>
          <w:p w14:paraId="0AAD6800" w14:textId="77777777" w:rsidR="00F3149C" w:rsidRPr="00716D77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397B81EC" w14:textId="77777777" w:rsidR="00F3149C" w:rsidRPr="00716D77" w:rsidRDefault="00F3149C" w:rsidP="00F3149C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82" w:type="dxa"/>
            <w:gridSpan w:val="2"/>
          </w:tcPr>
          <w:p w14:paraId="5233FDDF" w14:textId="77777777" w:rsidR="00F3149C" w:rsidRPr="00F65518" w:rsidRDefault="00F3149C" w:rsidP="00F3149C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25" w:type="dxa"/>
            <w:gridSpan w:val="2"/>
          </w:tcPr>
          <w:p w14:paraId="2F9F2443" w14:textId="77777777" w:rsidR="00F3149C" w:rsidRPr="00F65518" w:rsidRDefault="00F3149C" w:rsidP="00F3149C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84" w:type="dxa"/>
            <w:gridSpan w:val="3"/>
          </w:tcPr>
          <w:p w14:paraId="073EE66D" w14:textId="77777777" w:rsidR="00F3149C" w:rsidRPr="00F65518" w:rsidRDefault="00F3149C" w:rsidP="00F3149C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70" w:type="dxa"/>
            <w:gridSpan w:val="2"/>
            <w:tcBorders>
              <w:bottom w:val="single" w:sz="4" w:space="0" w:color="auto"/>
            </w:tcBorders>
          </w:tcPr>
          <w:p w14:paraId="131A8D09" w14:textId="77777777" w:rsidR="00F3149C" w:rsidRPr="00F65518" w:rsidRDefault="00F3149C" w:rsidP="00F3149C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14:paraId="72BCB07A" w14:textId="77777777" w:rsidR="00F3149C" w:rsidRPr="00F65518" w:rsidRDefault="00F3149C" w:rsidP="00F3149C">
            <w:pPr>
              <w:tabs>
                <w:tab w:val="left" w:pos="2007"/>
                <w:tab w:val="center" w:pos="2584"/>
              </w:tabs>
              <w:ind w:firstLine="72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62608830" w14:textId="77777777" w:rsidR="00B14180" w:rsidRDefault="00B14180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2C558376" w14:textId="54BE946A" w:rsidR="00B14180" w:rsidRDefault="00280B11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  <w:r w:rsidRPr="00280B11">
        <w:rPr>
          <w:rFonts w:ascii="IranNastaliq" w:hAnsi="IranNastaliq" w:cs="IranNastaliq" w:hint="cs"/>
          <w:b/>
          <w:bCs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79744" behindDoc="1" locked="0" layoutInCell="1" allowOverlap="1" wp14:anchorId="774C90DA" wp14:editId="5C82236B">
            <wp:simplePos x="0" y="0"/>
            <wp:positionH relativeFrom="column">
              <wp:posOffset>-523875</wp:posOffset>
            </wp:positionH>
            <wp:positionV relativeFrom="paragraph">
              <wp:posOffset>376556</wp:posOffset>
            </wp:positionV>
            <wp:extent cx="796290" cy="838200"/>
            <wp:effectExtent l="0" t="0" r="3810" b="0"/>
            <wp:wrapNone/>
            <wp:docPr id="13" name="Picture 13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A12087" w14:textId="13D7B16E" w:rsidR="00B14180" w:rsidRDefault="00B14180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C852ADD" w14:textId="471F6B6C" w:rsidR="00CD1A51" w:rsidRDefault="00CD1A51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2B69D301" w14:textId="02E23CEA" w:rsidR="00B14180" w:rsidRPr="00430492" w:rsidRDefault="00E01552" w:rsidP="00E01552">
      <w:pPr>
        <w:jc w:val="center"/>
        <w:rPr>
          <w:rFonts w:ascii="IranNastaliq" w:hAnsi="IranNastaliq" w:cs="IranNastaliq"/>
          <w:b/>
          <w:bCs/>
          <w:sz w:val="44"/>
          <w:szCs w:val="44"/>
          <w:lang w:bidi="fa-IR"/>
        </w:rPr>
      </w:pP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آموزشکده </w:t>
      </w:r>
      <w:r w:rsidR="00280B11"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 دختران شهرضا</w:t>
      </w:r>
    </w:p>
    <w:p w14:paraId="15D09FCA" w14:textId="02F62C38" w:rsidR="00C13BBC" w:rsidRPr="00613AAA" w:rsidRDefault="00C13BBC" w:rsidP="00C13BBC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="005F257B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ترم </w:t>
      </w:r>
      <w:r w:rsidR="005F257B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>
        <w:rPr>
          <w:rFonts w:ascii="IranNastaliq" w:hAnsi="IranNastaliq" w:cs="B Titr"/>
          <w:b/>
          <w:bCs/>
          <w:sz w:val="36"/>
          <w:szCs w:val="36"/>
          <w:lang w:bidi="fa-IR"/>
        </w:rPr>
        <w:t xml:space="preserve"> </w:t>
      </w:r>
      <w:r w:rsidR="00280B11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5F257B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</w:t>
      </w:r>
      <w:r w:rsidR="005F257B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bidiVisual/>
        <w:tblW w:w="1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2746"/>
        <w:gridCol w:w="2550"/>
        <w:gridCol w:w="2129"/>
        <w:gridCol w:w="3401"/>
      </w:tblGrid>
      <w:tr w:rsidR="00B53EAD" w:rsidRPr="00CB0B9B" w14:paraId="5D4C178E" w14:textId="77777777" w:rsidTr="00280B11">
        <w:trPr>
          <w:trHeight w:val="1018"/>
        </w:trPr>
        <w:tc>
          <w:tcPr>
            <w:tcW w:w="201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7F8EB45D" w14:textId="77777777" w:rsidR="00B53EAD" w:rsidRPr="00CB0B9B" w:rsidRDefault="00B53EAD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20AA4587" w14:textId="77777777" w:rsidR="00B53EAD" w:rsidRPr="00CB0B9B" w:rsidRDefault="00B53EAD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746" w:type="dxa"/>
            <w:shd w:val="clear" w:color="auto" w:fill="E6E6E6"/>
          </w:tcPr>
          <w:p w14:paraId="3F3A1BB1" w14:textId="144656D6" w:rsidR="00B53EAD" w:rsidRPr="00CB0B9B" w:rsidRDefault="00B53EAD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550" w:type="dxa"/>
            <w:shd w:val="clear" w:color="auto" w:fill="E6E6E6"/>
          </w:tcPr>
          <w:p w14:paraId="3345325D" w14:textId="161EB225" w:rsidR="00B53EAD" w:rsidRPr="00CB0B9B" w:rsidRDefault="00B53EAD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129" w:type="dxa"/>
            <w:shd w:val="clear" w:color="auto" w:fill="E6E6E6"/>
          </w:tcPr>
          <w:p w14:paraId="00A9E431" w14:textId="5CBD0DF1" w:rsidR="00B53EAD" w:rsidRPr="00CB0B9B" w:rsidRDefault="00B53EAD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3401" w:type="dxa"/>
            <w:shd w:val="clear" w:color="auto" w:fill="E6E6E6"/>
          </w:tcPr>
          <w:p w14:paraId="10A3ED71" w14:textId="7890DD3C" w:rsidR="00B53EAD" w:rsidRPr="00CB0B9B" w:rsidRDefault="00B53EAD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7BD8C005" w14:textId="77777777" w:rsidR="00B53EAD" w:rsidRPr="00CB0B9B" w:rsidRDefault="00B53EAD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80B11" w:rsidRPr="003041DC" w14:paraId="350A1653" w14:textId="65681EF6" w:rsidTr="00280B11">
        <w:trPr>
          <w:trHeight w:val="1177"/>
        </w:trPr>
        <w:tc>
          <w:tcPr>
            <w:tcW w:w="2010" w:type="dxa"/>
            <w:shd w:val="clear" w:color="auto" w:fill="E6E6E6"/>
          </w:tcPr>
          <w:p w14:paraId="4B307F1F" w14:textId="77777777" w:rsidR="00280B11" w:rsidRPr="003041DC" w:rsidRDefault="00280B1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1E89AE9E" w14:textId="77777777" w:rsidR="00280B11" w:rsidRPr="003041DC" w:rsidRDefault="00280B1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46" w:type="dxa"/>
          </w:tcPr>
          <w:p w14:paraId="4B2B012D" w14:textId="77777777" w:rsidR="00280B11" w:rsidRPr="00C625F6" w:rsidRDefault="00280B11" w:rsidP="00280B11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حقوق تجارت</w:t>
            </w:r>
          </w:p>
          <w:p w14:paraId="571D8048" w14:textId="23E0F116" w:rsidR="00280B11" w:rsidRDefault="00280B11" w:rsidP="00280B11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استادجاوری</w:t>
            </w:r>
          </w:p>
          <w:p w14:paraId="2B7C5B8D" w14:textId="5CD0F395" w:rsidR="00280B11" w:rsidRDefault="00280B11" w:rsidP="00280B11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سالن</w:t>
            </w:r>
          </w:p>
          <w:p w14:paraId="4FE71907" w14:textId="445C7EE1" w:rsidR="00280B11" w:rsidRPr="00C625F6" w:rsidRDefault="00280B11" w:rsidP="00B53EAD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550" w:type="dxa"/>
          </w:tcPr>
          <w:p w14:paraId="1B598D08" w14:textId="54414D8E" w:rsidR="00280B11" w:rsidRPr="00C625F6" w:rsidRDefault="00280B11" w:rsidP="00280B11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آیین</w:t>
            </w:r>
          </w:p>
          <w:p w14:paraId="5D4F9DE2" w14:textId="63CC745D" w:rsidR="00280B11" w:rsidRDefault="00280B11" w:rsidP="00280B11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</w:t>
            </w: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علی نژاد</w:t>
            </w:r>
          </w:p>
          <w:p w14:paraId="0170923A" w14:textId="417387D5" w:rsidR="00280B11" w:rsidRPr="00C625F6" w:rsidRDefault="00280B11" w:rsidP="00280B11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</w:t>
            </w: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کلاس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102</w:t>
            </w:r>
          </w:p>
        </w:tc>
        <w:tc>
          <w:tcPr>
            <w:tcW w:w="2129" w:type="dxa"/>
          </w:tcPr>
          <w:p w14:paraId="2CD1FE34" w14:textId="35FD9740" w:rsidR="00280B11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زبان عمومی</w:t>
            </w:r>
          </w:p>
          <w:p w14:paraId="0CB6DB37" w14:textId="7CDC6F55" w:rsidR="00280B11" w:rsidRPr="00280B11" w:rsidRDefault="00280B11" w:rsidP="00280B11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هادی</w:t>
            </w:r>
          </w:p>
          <w:p w14:paraId="5E1060DA" w14:textId="7FE52EC5" w:rsidR="00280B11" w:rsidRPr="00280B11" w:rsidRDefault="00280B11" w:rsidP="00280B11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104</w:t>
            </w:r>
          </w:p>
          <w:p w14:paraId="784EF111" w14:textId="3D6F7938" w:rsidR="00280B11" w:rsidRPr="00C625F6" w:rsidRDefault="00280B11" w:rsidP="00C625F6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</w:t>
            </w:r>
          </w:p>
        </w:tc>
        <w:tc>
          <w:tcPr>
            <w:tcW w:w="3401" w:type="dxa"/>
            <w:tcBorders>
              <w:tr2bl w:val="single" w:sz="4" w:space="0" w:color="auto"/>
            </w:tcBorders>
          </w:tcPr>
          <w:p w14:paraId="090788E6" w14:textId="77777777" w:rsidR="00280B11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6678A080" w14:textId="060ABF5E" w:rsidR="00280B11" w:rsidRPr="00C625F6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زبان</w:t>
            </w:r>
          </w:p>
        </w:tc>
      </w:tr>
      <w:tr w:rsidR="00C625F6" w:rsidRPr="003041DC" w14:paraId="6C8D8B03" w14:textId="77777777" w:rsidTr="00280B11">
        <w:trPr>
          <w:trHeight w:val="1495"/>
        </w:trPr>
        <w:tc>
          <w:tcPr>
            <w:tcW w:w="2010" w:type="dxa"/>
            <w:shd w:val="clear" w:color="auto" w:fill="E6E6E6"/>
          </w:tcPr>
          <w:p w14:paraId="5F07387B" w14:textId="77777777" w:rsidR="00C625F6" w:rsidRPr="003041DC" w:rsidRDefault="00C625F6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330EA7B8" w14:textId="77777777" w:rsidR="00C625F6" w:rsidRPr="003041DC" w:rsidRDefault="00C625F6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46" w:type="dxa"/>
          </w:tcPr>
          <w:p w14:paraId="6753C519" w14:textId="77777777" w:rsidR="00C625F6" w:rsidRDefault="00280B11" w:rsidP="00622AA3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بهایابی</w:t>
            </w:r>
          </w:p>
          <w:p w14:paraId="3F7A8E15" w14:textId="77777777" w:rsidR="00280B11" w:rsidRPr="00280B11" w:rsidRDefault="00280B11" w:rsidP="00622AA3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استادنادم</w:t>
            </w:r>
          </w:p>
          <w:p w14:paraId="75353996" w14:textId="3C771219" w:rsidR="00280B11" w:rsidRPr="00C625F6" w:rsidRDefault="00280B11" w:rsidP="00622AA3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104</w:t>
            </w:r>
          </w:p>
        </w:tc>
        <w:tc>
          <w:tcPr>
            <w:tcW w:w="2550" w:type="dxa"/>
          </w:tcPr>
          <w:p w14:paraId="52E0A2C5" w14:textId="77777777" w:rsidR="00280B11" w:rsidRDefault="00280B11" w:rsidP="00280B11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بهایابی</w:t>
            </w:r>
          </w:p>
          <w:p w14:paraId="0ED149E5" w14:textId="77777777" w:rsidR="00280B11" w:rsidRPr="00280B11" w:rsidRDefault="00280B11" w:rsidP="00280B11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استادنادم</w:t>
            </w:r>
          </w:p>
          <w:p w14:paraId="15EF21B0" w14:textId="27D4EBB7" w:rsidR="00C625F6" w:rsidRPr="00C625F6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</w:t>
            </w:r>
            <w:r w:rsidRPr="00280B11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104</w:t>
            </w:r>
          </w:p>
        </w:tc>
        <w:tc>
          <w:tcPr>
            <w:tcW w:w="5530" w:type="dxa"/>
            <w:gridSpan w:val="2"/>
          </w:tcPr>
          <w:p w14:paraId="40810F64" w14:textId="78810714" w:rsidR="00C625F6" w:rsidRPr="00C625F6" w:rsidRDefault="00280B11" w:rsidP="00280B11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</w:t>
            </w:r>
            <w:r w:rsidR="00C625F6" w:rsidRPr="00C625F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مبانی رایانه </w:t>
            </w:r>
          </w:p>
          <w:p w14:paraId="6B8E591D" w14:textId="174CFD70" w:rsidR="00C625F6" w:rsidRPr="00C625F6" w:rsidRDefault="00280B11" w:rsidP="00280B11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</w:t>
            </w:r>
            <w:r w:rsidR="00C625F6"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سالک سایت2</w:t>
            </w:r>
          </w:p>
        </w:tc>
      </w:tr>
      <w:tr w:rsidR="00B53EAD" w:rsidRPr="003041DC" w14:paraId="65B92541" w14:textId="77777777" w:rsidTr="00280B11">
        <w:trPr>
          <w:trHeight w:val="1433"/>
        </w:trPr>
        <w:tc>
          <w:tcPr>
            <w:tcW w:w="2010" w:type="dxa"/>
            <w:shd w:val="clear" w:color="auto" w:fill="E6E6E6"/>
          </w:tcPr>
          <w:p w14:paraId="0D1AF54B" w14:textId="77777777" w:rsidR="00B53EAD" w:rsidRPr="003041DC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5E40F3D1" w14:textId="77777777" w:rsidR="00B53EAD" w:rsidRPr="003041DC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46" w:type="dxa"/>
          </w:tcPr>
          <w:p w14:paraId="107A214D" w14:textId="77777777" w:rsidR="00280B11" w:rsidRPr="00C625F6" w:rsidRDefault="00280B11" w:rsidP="00280B11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فارسی</w:t>
            </w:r>
          </w:p>
          <w:p w14:paraId="4F028111" w14:textId="2C5157DF" w:rsidR="00B53EAD" w:rsidRPr="00C625F6" w:rsidRDefault="00280B11" w:rsidP="00280B11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625F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خادم کلاس 1</w:t>
            </w:r>
            <w:r w:rsidR="003513C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04</w:t>
            </w:r>
          </w:p>
        </w:tc>
        <w:tc>
          <w:tcPr>
            <w:tcW w:w="2550" w:type="dxa"/>
            <w:tcBorders>
              <w:tr2bl w:val="single" w:sz="4" w:space="0" w:color="auto"/>
            </w:tcBorders>
          </w:tcPr>
          <w:p w14:paraId="5CCCCFE4" w14:textId="38505304" w:rsidR="00393A2E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 w:rsidR="00393A2E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ریاضی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</w:p>
          <w:p w14:paraId="59D583EF" w14:textId="3834CDED" w:rsidR="00B53EAD" w:rsidRPr="00C625F6" w:rsidRDefault="00280B11" w:rsidP="00280B11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فارسی        </w:t>
            </w:r>
            <w:r w:rsidR="003513CA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تایم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3513CA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14-11</w:t>
            </w:r>
          </w:p>
        </w:tc>
        <w:tc>
          <w:tcPr>
            <w:tcW w:w="2129" w:type="dxa"/>
          </w:tcPr>
          <w:p w14:paraId="067EC03E" w14:textId="5F3EB20F" w:rsidR="00B53EAD" w:rsidRDefault="00393A2E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ریاضی</w:t>
            </w:r>
          </w:p>
          <w:p w14:paraId="300297AC" w14:textId="654026A8" w:rsidR="00280B11" w:rsidRPr="003513CA" w:rsidRDefault="00280B11" w:rsidP="00622AA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3513C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</w:t>
            </w:r>
            <w:r w:rsidR="00393A2E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عرفان</w:t>
            </w:r>
          </w:p>
          <w:p w14:paraId="6F33548B" w14:textId="4B82C455" w:rsidR="00280B11" w:rsidRPr="00C625F6" w:rsidRDefault="00280B1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513C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104</w:t>
            </w:r>
          </w:p>
        </w:tc>
        <w:tc>
          <w:tcPr>
            <w:tcW w:w="3401" w:type="dxa"/>
          </w:tcPr>
          <w:p w14:paraId="1439C4DB" w14:textId="77777777" w:rsidR="00B53EAD" w:rsidRDefault="00280B11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تربیت بدنی </w:t>
            </w:r>
          </w:p>
          <w:p w14:paraId="0FF27D7A" w14:textId="77777777" w:rsidR="00280B11" w:rsidRDefault="00280B11" w:rsidP="00622AA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3513C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 w:rsidR="003513CA" w:rsidRPr="003513C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محمدخانی</w:t>
            </w:r>
          </w:p>
          <w:p w14:paraId="59B3D9F2" w14:textId="38FDB232" w:rsidR="003513CA" w:rsidRPr="003513CA" w:rsidRDefault="003513CA" w:rsidP="00622AA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14-16تایم</w:t>
            </w:r>
          </w:p>
        </w:tc>
      </w:tr>
      <w:tr w:rsidR="00B53EAD" w:rsidRPr="003041DC" w14:paraId="599B3A5E" w14:textId="77777777" w:rsidTr="003513CA">
        <w:trPr>
          <w:trHeight w:val="1351"/>
        </w:trPr>
        <w:tc>
          <w:tcPr>
            <w:tcW w:w="2010" w:type="dxa"/>
            <w:shd w:val="clear" w:color="auto" w:fill="E6E6E6"/>
          </w:tcPr>
          <w:p w14:paraId="0AD71438" w14:textId="77777777" w:rsidR="00B53EAD" w:rsidRPr="003041DC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782F6781" w14:textId="77777777" w:rsidR="00B53EAD" w:rsidRPr="003041DC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46" w:type="dxa"/>
          </w:tcPr>
          <w:p w14:paraId="786435D9" w14:textId="2E989B62" w:rsidR="00C625F6" w:rsidRPr="00C625F6" w:rsidRDefault="00C625F6" w:rsidP="00C625F6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550" w:type="dxa"/>
          </w:tcPr>
          <w:p w14:paraId="2FB9FA67" w14:textId="18F0799B" w:rsidR="00C625F6" w:rsidRPr="00C625F6" w:rsidRDefault="00C625F6" w:rsidP="00C625F6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9" w:type="dxa"/>
          </w:tcPr>
          <w:p w14:paraId="46BFD4A3" w14:textId="47A4D0F1" w:rsidR="00C625F6" w:rsidRPr="00C625F6" w:rsidRDefault="00C625F6" w:rsidP="00622AA3">
            <w:pPr>
              <w:jc w:val="center"/>
              <w:rPr>
                <w:rFonts w:ascii="IranNastaliq" w:hAnsi="IranNastaliq" w:cs="B Zar"/>
                <w:rtl/>
                <w:lang w:bidi="fa-IR"/>
              </w:rPr>
            </w:pPr>
          </w:p>
        </w:tc>
        <w:tc>
          <w:tcPr>
            <w:tcW w:w="3401" w:type="dxa"/>
          </w:tcPr>
          <w:p w14:paraId="686D7E41" w14:textId="7C168A70" w:rsidR="00C625F6" w:rsidRPr="00C625F6" w:rsidRDefault="00C625F6" w:rsidP="00C625F6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53EAD" w:rsidRPr="00716D77" w14:paraId="2DB25716" w14:textId="77777777" w:rsidTr="00280B11">
        <w:trPr>
          <w:trHeight w:val="1405"/>
        </w:trPr>
        <w:tc>
          <w:tcPr>
            <w:tcW w:w="2010" w:type="dxa"/>
            <w:shd w:val="clear" w:color="auto" w:fill="E6E6E6"/>
          </w:tcPr>
          <w:p w14:paraId="331B09DB" w14:textId="77777777" w:rsidR="00B53EAD" w:rsidRPr="00716D77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2F55EB01" w14:textId="77777777" w:rsidR="00B53EAD" w:rsidRPr="00716D77" w:rsidRDefault="00B53EAD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46" w:type="dxa"/>
          </w:tcPr>
          <w:p w14:paraId="0E25540B" w14:textId="77777777" w:rsidR="00B53EAD" w:rsidRPr="00F65518" w:rsidRDefault="00B53EAD" w:rsidP="00622AA3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50" w:type="dxa"/>
          </w:tcPr>
          <w:p w14:paraId="4915D2D5" w14:textId="77777777" w:rsidR="00B53EAD" w:rsidRPr="00F65518" w:rsidRDefault="00B53EAD" w:rsidP="00622AA3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129" w:type="dxa"/>
          </w:tcPr>
          <w:p w14:paraId="65460EFE" w14:textId="77777777" w:rsidR="00B53EAD" w:rsidRPr="00F65518" w:rsidRDefault="00B53EAD" w:rsidP="00622AA3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1" w:type="dxa"/>
          </w:tcPr>
          <w:p w14:paraId="4BBA0967" w14:textId="77777777" w:rsidR="00B53EAD" w:rsidRPr="00F65518" w:rsidRDefault="00B53EAD" w:rsidP="00622AA3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2DC3BD50" w14:textId="77777777" w:rsidR="00C13BBC" w:rsidRDefault="00C13BBC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008F1EBE" w14:textId="77777777" w:rsidR="00CD1A51" w:rsidRDefault="00CD1A51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8319D98" w14:textId="4D15C78A" w:rsidR="00C13BBC" w:rsidRPr="00430492" w:rsidRDefault="00E01552" w:rsidP="00E01552">
      <w:pPr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r w:rsidRPr="00430492">
        <w:rPr>
          <w:rFonts w:ascii="IranNastaliq" w:hAnsi="IranNastaliq" w:cs="IranNastaliq" w:hint="cs"/>
          <w:b/>
          <w:bCs/>
          <w:noProof/>
          <w:sz w:val="44"/>
          <w:szCs w:val="44"/>
          <w:rtl/>
          <w:lang w:bidi="fa-IR"/>
        </w:rPr>
        <w:drawing>
          <wp:anchor distT="0" distB="0" distL="114300" distR="114300" simplePos="0" relativeHeight="251677696" behindDoc="1" locked="0" layoutInCell="1" allowOverlap="1" wp14:anchorId="2AE17393" wp14:editId="261B942A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12" name="Picture 1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آموزشکده </w:t>
      </w:r>
      <w:r w:rsidR="003513CA"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 دختران شهرضا</w:t>
      </w:r>
    </w:p>
    <w:p w14:paraId="0277A5CA" w14:textId="200D4622" w:rsidR="00C13BBC" w:rsidRPr="00613AAA" w:rsidRDefault="00C13BBC" w:rsidP="00C13BBC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</w:t>
      </w:r>
      <w:r w:rsidR="003745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</w:t>
      </w:r>
      <w:r w:rsidR="00C92FD2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 2</w:t>
      </w:r>
      <w:r w:rsidR="003745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</w:t>
      </w:r>
      <w:r w:rsidR="003745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ل </w:t>
      </w:r>
      <w:r w:rsidR="003513C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3745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</w:t>
      </w:r>
      <w:r w:rsidR="003745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tblpPr w:leftFromText="180" w:rightFromText="180" w:vertAnchor="text" w:tblpXSpec="right" w:tblpY="1"/>
        <w:tblOverlap w:val="never"/>
        <w:bidiVisual/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2264"/>
        <w:gridCol w:w="9"/>
        <w:gridCol w:w="2373"/>
        <w:gridCol w:w="13"/>
        <w:gridCol w:w="2515"/>
        <w:gridCol w:w="2694"/>
        <w:gridCol w:w="2354"/>
      </w:tblGrid>
      <w:tr w:rsidR="003513CA" w:rsidRPr="00CB0B9B" w14:paraId="1140CEC8" w14:textId="694D603D" w:rsidTr="003513CA">
        <w:trPr>
          <w:trHeight w:val="1018"/>
        </w:trPr>
        <w:tc>
          <w:tcPr>
            <w:tcW w:w="172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431FFA7E" w14:textId="77777777" w:rsidR="003513CA" w:rsidRPr="00CB0B9B" w:rsidRDefault="003513CA" w:rsidP="00C92FD2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3CD991E3" w14:textId="77777777" w:rsidR="003513CA" w:rsidRPr="00CB0B9B" w:rsidRDefault="003513CA" w:rsidP="00C92FD2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273" w:type="dxa"/>
            <w:gridSpan w:val="2"/>
            <w:shd w:val="clear" w:color="auto" w:fill="E6E6E6"/>
          </w:tcPr>
          <w:p w14:paraId="01BE8158" w14:textId="3670F3F2" w:rsidR="003513CA" w:rsidRPr="00CB0B9B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373" w:type="dxa"/>
            <w:shd w:val="clear" w:color="auto" w:fill="E6E6E6"/>
          </w:tcPr>
          <w:p w14:paraId="0474B236" w14:textId="05E32131" w:rsidR="003513CA" w:rsidRPr="00CB0B9B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528" w:type="dxa"/>
            <w:gridSpan w:val="2"/>
            <w:shd w:val="clear" w:color="auto" w:fill="E6E6E6"/>
          </w:tcPr>
          <w:p w14:paraId="0BE57FAA" w14:textId="3EE46360" w:rsidR="003513CA" w:rsidRPr="00CB0B9B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2694" w:type="dxa"/>
            <w:shd w:val="clear" w:color="auto" w:fill="E6E6E6"/>
          </w:tcPr>
          <w:p w14:paraId="7E5F5025" w14:textId="58917FB8" w:rsidR="003513CA" w:rsidRPr="00CB0B9B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2992A39E" w14:textId="77777777" w:rsidR="003513CA" w:rsidRPr="00CB0B9B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4" w:type="dxa"/>
            <w:shd w:val="clear" w:color="auto" w:fill="E6E6E6"/>
          </w:tcPr>
          <w:p w14:paraId="5871F719" w14:textId="77777777" w:rsidR="003513CA" w:rsidRDefault="003513CA" w:rsidP="00C92FD2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3513CA" w:rsidRPr="003041DC" w14:paraId="0A27F4E9" w14:textId="27216C59" w:rsidTr="003513CA">
        <w:trPr>
          <w:trHeight w:val="1378"/>
        </w:trPr>
        <w:tc>
          <w:tcPr>
            <w:tcW w:w="1726" w:type="dxa"/>
            <w:shd w:val="clear" w:color="auto" w:fill="E6E6E6"/>
          </w:tcPr>
          <w:p w14:paraId="7E498B0C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666834A2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64" w:type="dxa"/>
          </w:tcPr>
          <w:p w14:paraId="445F0F9A" w14:textId="77777777" w:rsidR="003513CA" w:rsidRPr="001132A4" w:rsidRDefault="003513CA" w:rsidP="003513CA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حقوق کار</w:t>
            </w:r>
          </w:p>
          <w:p w14:paraId="3D45A916" w14:textId="0E8E21AA" w:rsidR="003513CA" w:rsidRPr="001132A4" w:rsidRDefault="003513CA" w:rsidP="003513CA">
            <w:pPr>
              <w:jc w:val="center"/>
              <w:rPr>
                <w:rFonts w:ascii="IranNastaliq" w:hAnsi="IranNastaliq" w:cs="B Zar"/>
                <w:sz w:val="28"/>
                <w:szCs w:val="28"/>
                <w:lang w:bidi="fa-IR"/>
              </w:rPr>
            </w:pPr>
            <w:r w:rsidRPr="001132A4">
              <w:rPr>
                <w:rFonts w:ascii="IranNastaliq" w:hAnsi="IranNastaliq" w:cs="B Zar" w:hint="cs"/>
                <w:rtl/>
                <w:lang w:bidi="fa-IR"/>
              </w:rPr>
              <w:t xml:space="preserve">استاد همسایگان </w:t>
            </w:r>
            <w:r>
              <w:rPr>
                <w:rFonts w:ascii="IranNastaliq" w:hAnsi="IranNastaliq" w:cs="B Zar" w:hint="cs"/>
                <w:rtl/>
                <w:lang w:bidi="fa-IR"/>
              </w:rPr>
              <w:t xml:space="preserve">                            کلاس 101</w:t>
            </w:r>
          </w:p>
          <w:p w14:paraId="485CE064" w14:textId="426E9FD2" w:rsidR="003513CA" w:rsidRPr="001132A4" w:rsidRDefault="003513CA" w:rsidP="00C92FD2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395" w:type="dxa"/>
            <w:gridSpan w:val="3"/>
          </w:tcPr>
          <w:p w14:paraId="058A6B87" w14:textId="0E674E71" w:rsidR="003513CA" w:rsidRDefault="003513CA" w:rsidP="003513CA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اندیشه</w:t>
            </w:r>
          </w:p>
          <w:p w14:paraId="62DE8A2A" w14:textId="4D811E30" w:rsidR="003513CA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طبیبیان</w:t>
            </w:r>
          </w:p>
          <w:p w14:paraId="4589AA25" w14:textId="20C1AD00" w:rsidR="003513CA" w:rsidRPr="003513CA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515" w:type="dxa"/>
          </w:tcPr>
          <w:p w14:paraId="729F2328" w14:textId="3E230188" w:rsidR="003513CA" w:rsidRPr="001132A4" w:rsidRDefault="003513CA" w:rsidP="003513CA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بهایابی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14:paraId="5771524A" w14:textId="41A04FD2" w:rsidR="003513CA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شیرین زاد</w:t>
            </w:r>
          </w:p>
          <w:p w14:paraId="55FDC141" w14:textId="28C9777F" w:rsidR="003513CA" w:rsidRPr="003513CA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101</w:t>
            </w:r>
          </w:p>
        </w:tc>
        <w:tc>
          <w:tcPr>
            <w:tcW w:w="2694" w:type="dxa"/>
          </w:tcPr>
          <w:p w14:paraId="64CB3C18" w14:textId="5FFE9ADE" w:rsidR="003513CA" w:rsidRPr="001132A4" w:rsidRDefault="003513CA" w:rsidP="003513CA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بهایابی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14:paraId="63CD5A0E" w14:textId="6EF1DE74" w:rsidR="003513CA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شیرین زاد</w:t>
            </w:r>
          </w:p>
          <w:p w14:paraId="2BAC8751" w14:textId="5804B628" w:rsidR="003513CA" w:rsidRPr="001132A4" w:rsidRDefault="003513CA" w:rsidP="003513CA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</w:t>
            </w: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101</w:t>
            </w:r>
          </w:p>
        </w:tc>
        <w:tc>
          <w:tcPr>
            <w:tcW w:w="2354" w:type="dxa"/>
          </w:tcPr>
          <w:p w14:paraId="48466C3F" w14:textId="77777777" w:rsidR="003513CA" w:rsidRPr="001132A4" w:rsidRDefault="003513CA" w:rsidP="003513CA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3513CA" w:rsidRPr="003041DC" w14:paraId="4C7E2B1C" w14:textId="50B38587" w:rsidTr="006746FA">
        <w:trPr>
          <w:trHeight w:val="1256"/>
        </w:trPr>
        <w:tc>
          <w:tcPr>
            <w:tcW w:w="1726" w:type="dxa"/>
            <w:shd w:val="clear" w:color="auto" w:fill="E6E6E6"/>
          </w:tcPr>
          <w:p w14:paraId="39EB4112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112C32BF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59" w:type="dxa"/>
            <w:gridSpan w:val="4"/>
          </w:tcPr>
          <w:p w14:paraId="3916FF9E" w14:textId="3EB58C99" w:rsidR="003513CA" w:rsidRPr="001132A4" w:rsidRDefault="003513CA" w:rsidP="00C92FD2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حسابداری شرکت ها</w:t>
            </w:r>
          </w:p>
          <w:p w14:paraId="08CE5B5F" w14:textId="10C21384" w:rsidR="003513CA" w:rsidRPr="001132A4" w:rsidRDefault="003513CA" w:rsidP="00C92FD2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استاد دهقان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515" w:type="dxa"/>
          </w:tcPr>
          <w:p w14:paraId="1DF54D30" w14:textId="0DDDA258" w:rsidR="003513CA" w:rsidRPr="006746FA" w:rsidRDefault="00166225" w:rsidP="0030666F">
            <w:pPr>
              <w:jc w:val="center"/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اقتصاد خرد</w:t>
            </w:r>
          </w:p>
          <w:p w14:paraId="6F93FBD7" w14:textId="43653A03" w:rsidR="006746FA" w:rsidRPr="006746FA" w:rsidRDefault="006746FA" w:rsidP="0030666F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</w:t>
            </w:r>
            <w:r w:rsidR="00FC6A50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16622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شعاعی</w:t>
            </w:r>
          </w:p>
        </w:tc>
        <w:tc>
          <w:tcPr>
            <w:tcW w:w="2694" w:type="dxa"/>
            <w:tcBorders>
              <w:tr2bl w:val="single" w:sz="4" w:space="0" w:color="auto"/>
            </w:tcBorders>
          </w:tcPr>
          <w:p w14:paraId="0D2BB9E5" w14:textId="79B181EF" w:rsidR="006746FA" w:rsidRDefault="006746FA" w:rsidP="0030666F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بورس</w:t>
            </w:r>
          </w:p>
          <w:p w14:paraId="1B976399" w14:textId="42D5F717" w:rsidR="003513CA" w:rsidRPr="001132A4" w:rsidRDefault="00FC6A50" w:rsidP="0030666F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اقتصاد خرد</w:t>
            </w:r>
            <w:r w:rsidR="006746F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</w:t>
            </w:r>
            <w:r w:rsidR="006746FA" w:rsidRPr="006746FA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</w:tc>
        <w:tc>
          <w:tcPr>
            <w:tcW w:w="2354" w:type="dxa"/>
          </w:tcPr>
          <w:p w14:paraId="1B62C05E" w14:textId="77777777" w:rsidR="003513CA" w:rsidRDefault="006746FA" w:rsidP="0030666F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بورس</w:t>
            </w:r>
          </w:p>
          <w:p w14:paraId="16B7FB8F" w14:textId="77777777" w:rsidR="006746FA" w:rsidRDefault="006746FA" w:rsidP="0030666F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</w:t>
            </w:r>
            <w:r w:rsidRPr="006746FA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ترابی</w:t>
            </w:r>
          </w:p>
          <w:p w14:paraId="12166151" w14:textId="6EA28ABB" w:rsidR="006746FA" w:rsidRPr="006746FA" w:rsidRDefault="006746FA" w:rsidP="0030666F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کلاس 104</w:t>
            </w:r>
          </w:p>
        </w:tc>
      </w:tr>
      <w:tr w:rsidR="003513CA" w:rsidRPr="003041DC" w14:paraId="396BCD98" w14:textId="7FA008A9" w:rsidTr="00097316">
        <w:trPr>
          <w:trHeight w:val="1433"/>
        </w:trPr>
        <w:tc>
          <w:tcPr>
            <w:tcW w:w="1726" w:type="dxa"/>
            <w:shd w:val="clear" w:color="auto" w:fill="E6E6E6"/>
          </w:tcPr>
          <w:p w14:paraId="1F48B607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437BF0C0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73" w:type="dxa"/>
            <w:gridSpan w:val="2"/>
            <w:tcBorders>
              <w:tr2bl w:val="nil"/>
            </w:tcBorders>
          </w:tcPr>
          <w:p w14:paraId="23996DF2" w14:textId="385DC1DC" w:rsidR="003513CA" w:rsidRPr="001132A4" w:rsidRDefault="003513CA" w:rsidP="0030666F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</w:p>
          <w:p w14:paraId="347DF877" w14:textId="7FE2EBC3" w:rsidR="003513CA" w:rsidRPr="001132A4" w:rsidRDefault="003513CA" w:rsidP="0030666F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</w:p>
        </w:tc>
        <w:tc>
          <w:tcPr>
            <w:tcW w:w="2373" w:type="dxa"/>
          </w:tcPr>
          <w:p w14:paraId="5FB1CC63" w14:textId="6C6D4E32" w:rsidR="003513CA" w:rsidRPr="001132A4" w:rsidRDefault="003513CA" w:rsidP="00C92FD2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528" w:type="dxa"/>
            <w:gridSpan w:val="2"/>
            <w:tcBorders>
              <w:tr2bl w:val="nil"/>
            </w:tcBorders>
          </w:tcPr>
          <w:p w14:paraId="2E57823F" w14:textId="4A02E739" w:rsidR="003513CA" w:rsidRPr="001132A4" w:rsidRDefault="003513CA" w:rsidP="00C92FD2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694" w:type="dxa"/>
          </w:tcPr>
          <w:p w14:paraId="6FE8786F" w14:textId="77777777" w:rsidR="003513CA" w:rsidRPr="001132A4" w:rsidRDefault="003513CA" w:rsidP="00C92FD2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4" w:type="dxa"/>
          </w:tcPr>
          <w:p w14:paraId="397929FD" w14:textId="77777777" w:rsidR="003513CA" w:rsidRPr="001132A4" w:rsidRDefault="003513CA" w:rsidP="00C92FD2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3513CA" w:rsidRPr="003041DC" w14:paraId="73A11B1C" w14:textId="784CACA4" w:rsidTr="003513CA">
        <w:trPr>
          <w:trHeight w:val="1380"/>
        </w:trPr>
        <w:tc>
          <w:tcPr>
            <w:tcW w:w="1726" w:type="dxa"/>
            <w:shd w:val="clear" w:color="auto" w:fill="E6E6E6"/>
          </w:tcPr>
          <w:p w14:paraId="77BB072C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5D0F23B6" w14:textId="77777777" w:rsidR="003513CA" w:rsidRPr="003041DC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73" w:type="dxa"/>
            <w:gridSpan w:val="2"/>
          </w:tcPr>
          <w:p w14:paraId="4874428A" w14:textId="607A3EE5" w:rsidR="003513CA" w:rsidRPr="001132A4" w:rsidRDefault="003513CA" w:rsidP="00C92FD2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73" w:type="dxa"/>
          </w:tcPr>
          <w:p w14:paraId="04C01CAA" w14:textId="6A9A8B54" w:rsidR="003513CA" w:rsidRPr="00393A2E" w:rsidRDefault="003513CA" w:rsidP="00393A2E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1132A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</w:p>
          <w:p w14:paraId="78A5ED2A" w14:textId="212FFF15" w:rsidR="003513CA" w:rsidRPr="001132A4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03C40E30" w14:textId="77777777" w:rsidR="003513CA" w:rsidRPr="001132A4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28" w:type="dxa"/>
            <w:gridSpan w:val="2"/>
          </w:tcPr>
          <w:p w14:paraId="6771EB8F" w14:textId="3B429FEF" w:rsidR="003513CA" w:rsidRPr="00393A2E" w:rsidRDefault="003513CA" w:rsidP="00393A2E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2CA0D6E7" w14:textId="77777777" w:rsidR="003513CA" w:rsidRPr="001132A4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94" w:type="dxa"/>
          </w:tcPr>
          <w:p w14:paraId="44E44B86" w14:textId="5EE03BEA" w:rsidR="003513CA" w:rsidRPr="001132A4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4" w:type="dxa"/>
          </w:tcPr>
          <w:p w14:paraId="308818B3" w14:textId="77777777" w:rsidR="003513CA" w:rsidRPr="001132A4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3513CA" w:rsidRPr="00716D77" w14:paraId="16BE58A5" w14:textId="70284E16" w:rsidTr="003513CA">
        <w:trPr>
          <w:trHeight w:val="1136"/>
        </w:trPr>
        <w:tc>
          <w:tcPr>
            <w:tcW w:w="1726" w:type="dxa"/>
            <w:shd w:val="clear" w:color="auto" w:fill="E6E6E6"/>
          </w:tcPr>
          <w:p w14:paraId="069A080C" w14:textId="77777777" w:rsidR="003513CA" w:rsidRPr="00716D77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5E336609" w14:textId="77777777" w:rsidR="003513CA" w:rsidRPr="00716D77" w:rsidRDefault="003513CA" w:rsidP="00C92FD2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73" w:type="dxa"/>
            <w:gridSpan w:val="2"/>
          </w:tcPr>
          <w:p w14:paraId="74DE5184" w14:textId="77777777" w:rsidR="003513CA" w:rsidRPr="00F65518" w:rsidRDefault="003513CA" w:rsidP="00C92FD2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86" w:type="dxa"/>
            <w:gridSpan w:val="2"/>
          </w:tcPr>
          <w:p w14:paraId="0FEA2486" w14:textId="77777777" w:rsidR="003513CA" w:rsidRPr="00F65518" w:rsidRDefault="003513CA" w:rsidP="00C92FD2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15" w:type="dxa"/>
          </w:tcPr>
          <w:p w14:paraId="2487EDFE" w14:textId="77777777" w:rsidR="003513CA" w:rsidRPr="00F65518" w:rsidRDefault="003513CA" w:rsidP="00C92FD2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94" w:type="dxa"/>
          </w:tcPr>
          <w:p w14:paraId="0DC1DD6D" w14:textId="77777777" w:rsidR="003513CA" w:rsidRPr="00F65518" w:rsidRDefault="003513CA" w:rsidP="00C92FD2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4" w:type="dxa"/>
          </w:tcPr>
          <w:p w14:paraId="554891A2" w14:textId="77777777" w:rsidR="003513CA" w:rsidRPr="00F65518" w:rsidRDefault="003513CA" w:rsidP="00C92FD2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1F5B5D2D" w14:textId="2CEEC159" w:rsidR="00C13BBC" w:rsidRDefault="00C92FD2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  <w: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  <w:br w:type="textWrapping" w:clear="all"/>
      </w:r>
    </w:p>
    <w:p w14:paraId="0F1259C6" w14:textId="77777777" w:rsidR="00002F5E" w:rsidRDefault="00002F5E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4E0AACE9" w14:textId="77777777" w:rsidR="00002F5E" w:rsidRDefault="00002F5E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075CF087" w14:textId="3844ABCA" w:rsidR="00E01552" w:rsidRPr="00430492" w:rsidRDefault="00E01552" w:rsidP="00DE3F3B">
      <w:pPr>
        <w:jc w:val="center"/>
        <w:rPr>
          <w:rFonts w:ascii="IranNastaliq" w:hAnsi="IranNastaliq" w:cs="IranNastaliq"/>
          <w:b/>
          <w:bCs/>
          <w:sz w:val="44"/>
          <w:szCs w:val="44"/>
          <w:rtl/>
          <w:lang w:bidi="fa-IR"/>
        </w:rPr>
      </w:pPr>
      <w:r w:rsidRPr="00430492">
        <w:rPr>
          <w:rFonts w:ascii="IranNastaliq" w:hAnsi="IranNastaliq" w:cs="IranNastaliq" w:hint="cs"/>
          <w:b/>
          <w:bCs/>
          <w:noProof/>
          <w:sz w:val="44"/>
          <w:szCs w:val="44"/>
          <w:rtl/>
          <w:lang w:bidi="fa-IR"/>
        </w:rPr>
        <w:drawing>
          <wp:anchor distT="0" distB="0" distL="114300" distR="114300" simplePos="0" relativeHeight="251675648" behindDoc="1" locked="0" layoutInCell="1" allowOverlap="1" wp14:anchorId="4EA4E536" wp14:editId="26FA2FA5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11" name="Picture 1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آموزشکده </w:t>
      </w:r>
      <w:r w:rsidR="006746FA"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44"/>
          <w:szCs w:val="44"/>
          <w:rtl/>
          <w:lang w:bidi="fa-IR"/>
        </w:rPr>
        <w:t xml:space="preserve"> دختران شهرضا</w:t>
      </w:r>
    </w:p>
    <w:p w14:paraId="0FD34EB5" w14:textId="74BF986A" w:rsidR="00002F5E" w:rsidRPr="00613AAA" w:rsidRDefault="00002F5E" w:rsidP="00002F5E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</w:t>
      </w:r>
      <w:r w:rsidR="00332FA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ترم </w:t>
      </w:r>
      <w:r w:rsidR="00332FA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 w:rsidR="00DE3F3B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332FA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</w:t>
      </w:r>
      <w:r w:rsidR="00332FA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bidiVisual/>
        <w:tblW w:w="13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2533"/>
        <w:gridCol w:w="13"/>
        <w:gridCol w:w="2450"/>
        <w:gridCol w:w="2291"/>
        <w:gridCol w:w="18"/>
        <w:gridCol w:w="2480"/>
        <w:gridCol w:w="2350"/>
      </w:tblGrid>
      <w:tr w:rsidR="006A6668" w:rsidRPr="00CB0B9B" w14:paraId="3AA9A69F" w14:textId="331EC074" w:rsidTr="006A6668">
        <w:trPr>
          <w:trHeight w:val="985"/>
        </w:trPr>
        <w:tc>
          <w:tcPr>
            <w:tcW w:w="185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387F36A5" w14:textId="77777777" w:rsidR="006A6668" w:rsidRPr="00CB0B9B" w:rsidRDefault="006A6668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03602276" w14:textId="77777777" w:rsidR="006A6668" w:rsidRPr="00CB0B9B" w:rsidRDefault="006A6668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535" w:type="dxa"/>
            <w:shd w:val="clear" w:color="auto" w:fill="E6E6E6"/>
          </w:tcPr>
          <w:p w14:paraId="1A16C1D1" w14:textId="293F51C2" w:rsidR="006A6668" w:rsidRPr="00CB0B9B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464" w:type="dxa"/>
            <w:gridSpan w:val="2"/>
            <w:shd w:val="clear" w:color="auto" w:fill="E6E6E6"/>
          </w:tcPr>
          <w:p w14:paraId="76162432" w14:textId="737C1246" w:rsidR="006A6668" w:rsidRPr="00CB0B9B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292" w:type="dxa"/>
            <w:shd w:val="clear" w:color="auto" w:fill="E6E6E6"/>
          </w:tcPr>
          <w:p w14:paraId="4A7797FC" w14:textId="05B24390" w:rsidR="006A6668" w:rsidRPr="00CB0B9B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2491" w:type="dxa"/>
            <w:gridSpan w:val="2"/>
            <w:shd w:val="clear" w:color="auto" w:fill="E6E6E6"/>
          </w:tcPr>
          <w:p w14:paraId="690E8845" w14:textId="461C5E06" w:rsidR="006A6668" w:rsidRPr="00CB0B9B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6D8EA438" w14:textId="77777777" w:rsidR="006A6668" w:rsidRPr="00CB0B9B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shd w:val="clear" w:color="auto" w:fill="E6E6E6"/>
          </w:tcPr>
          <w:p w14:paraId="3DC9E2CE" w14:textId="77777777" w:rsidR="006A6668" w:rsidRDefault="006A6668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6A6668" w:rsidRPr="003041DC" w14:paraId="2E3676DA" w14:textId="050EC950" w:rsidTr="006A6668">
        <w:trPr>
          <w:trHeight w:val="1334"/>
        </w:trPr>
        <w:tc>
          <w:tcPr>
            <w:tcW w:w="1857" w:type="dxa"/>
            <w:shd w:val="clear" w:color="auto" w:fill="E6E6E6"/>
          </w:tcPr>
          <w:p w14:paraId="1969EEB7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0FF7AADD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48" w:type="dxa"/>
            <w:gridSpan w:val="2"/>
          </w:tcPr>
          <w:p w14:paraId="6270EB56" w14:textId="6A50D4CF" w:rsidR="006A6668" w:rsidRPr="00C96B36" w:rsidRDefault="006A6668" w:rsidP="00DE3F3B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</w:t>
            </w:r>
          </w:p>
          <w:p w14:paraId="076A34DB" w14:textId="77777777" w:rsidR="006A6668" w:rsidRDefault="006A6668" w:rsidP="00DE3F3B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تاکی</w:t>
            </w:r>
          </w:p>
          <w:p w14:paraId="027792BC" w14:textId="24CD120E" w:rsidR="006A6668" w:rsidRPr="00B14180" w:rsidRDefault="006A6668" w:rsidP="00DE3F3B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</w:t>
            </w: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451" w:type="dxa"/>
          </w:tcPr>
          <w:p w14:paraId="53F36E3B" w14:textId="18D1F37A" w:rsidR="006A6668" w:rsidRPr="00C96B36" w:rsidRDefault="006A6668" w:rsidP="00DE3F3B">
            <w:pPr>
              <w:jc w:val="both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</w:t>
            </w:r>
          </w:p>
          <w:p w14:paraId="3CD8B5A9" w14:textId="1278900F" w:rsidR="006A6668" w:rsidRDefault="006A6668" w:rsidP="00DE3F3B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</w:t>
            </w: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تاکی</w:t>
            </w:r>
          </w:p>
          <w:p w14:paraId="55BC42CD" w14:textId="5D2B348B" w:rsidR="006A6668" w:rsidRPr="00C96B36" w:rsidRDefault="006A6668" w:rsidP="00DE3F3B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</w:t>
            </w: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292" w:type="dxa"/>
          </w:tcPr>
          <w:p w14:paraId="34CE79D5" w14:textId="77777777" w:rsidR="006A6668" w:rsidRPr="00C96B36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مالیاتی</w:t>
            </w:r>
          </w:p>
          <w:p w14:paraId="71AC6F0F" w14:textId="77777777" w:rsidR="006A6668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ترابی</w:t>
            </w:r>
          </w:p>
          <w:p w14:paraId="4044F9F5" w14:textId="1697080C" w:rsidR="006A6668" w:rsidRPr="00C96B36" w:rsidRDefault="006A6668" w:rsidP="00A864F7">
            <w:pPr>
              <w:jc w:val="center"/>
              <w:rPr>
                <w:rFonts w:ascii="IranNastaliq" w:hAnsi="IranNastaliq" w:cs="B Zar"/>
                <w:sz w:val="28"/>
                <w:szCs w:val="28"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7</w:t>
            </w:r>
          </w:p>
          <w:p w14:paraId="313606AC" w14:textId="176CA936" w:rsidR="006A6668" w:rsidRPr="00C96B36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91" w:type="dxa"/>
            <w:gridSpan w:val="2"/>
          </w:tcPr>
          <w:p w14:paraId="145E7F7B" w14:textId="6692A3B4" w:rsidR="006A6668" w:rsidRPr="00C96B36" w:rsidRDefault="006A6668" w:rsidP="00A864F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مالیاتی</w:t>
            </w:r>
          </w:p>
          <w:p w14:paraId="084D422A" w14:textId="77777777" w:rsidR="006A6668" w:rsidRDefault="006A6668" w:rsidP="00A864F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ترابی</w:t>
            </w:r>
          </w:p>
          <w:p w14:paraId="16F00CBE" w14:textId="77777777" w:rsidR="006A6668" w:rsidRPr="00C96B36" w:rsidRDefault="006A6668" w:rsidP="00A864F7">
            <w:pPr>
              <w:jc w:val="center"/>
              <w:rPr>
                <w:rFonts w:ascii="IranNastaliq" w:hAnsi="IranNastaliq" w:cs="B Zar"/>
                <w:sz w:val="28"/>
                <w:szCs w:val="28"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7</w:t>
            </w:r>
          </w:p>
          <w:p w14:paraId="3030A090" w14:textId="1A1C221C" w:rsidR="006A6668" w:rsidRPr="00C96B36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</w:tcPr>
          <w:p w14:paraId="234DB8B0" w14:textId="77777777" w:rsidR="006A6668" w:rsidRDefault="006A6668" w:rsidP="00A864F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6A6668" w:rsidRPr="003041DC" w14:paraId="64B875F5" w14:textId="77B2FB5F" w:rsidTr="006A6668">
        <w:trPr>
          <w:trHeight w:val="1447"/>
        </w:trPr>
        <w:tc>
          <w:tcPr>
            <w:tcW w:w="1857" w:type="dxa"/>
            <w:shd w:val="clear" w:color="auto" w:fill="E6E6E6"/>
          </w:tcPr>
          <w:p w14:paraId="7A7A6069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43D18678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35" w:type="dxa"/>
          </w:tcPr>
          <w:p w14:paraId="5939A5E3" w14:textId="3E3D2BB7" w:rsidR="006A6668" w:rsidRDefault="006A6668" w:rsidP="00773856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حقوق و دستمزد</w:t>
            </w:r>
          </w:p>
          <w:p w14:paraId="01C8CA00" w14:textId="77777777" w:rsidR="006A6668" w:rsidRPr="00773856" w:rsidRDefault="006A6668" w:rsidP="00773856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77385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اسلامی</w:t>
            </w:r>
          </w:p>
          <w:p w14:paraId="70EF1B8C" w14:textId="53652E6B" w:rsidR="006A6668" w:rsidRPr="00773856" w:rsidRDefault="006A6668" w:rsidP="00773856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77385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107</w:t>
            </w:r>
          </w:p>
        </w:tc>
        <w:tc>
          <w:tcPr>
            <w:tcW w:w="2464" w:type="dxa"/>
            <w:gridSpan w:val="2"/>
            <w:tcBorders>
              <w:tr2bl w:val="single" w:sz="4" w:space="0" w:color="auto"/>
            </w:tcBorders>
          </w:tcPr>
          <w:p w14:paraId="0D95FBCC" w14:textId="4DE9758F" w:rsidR="006A6668" w:rsidRPr="006A6668" w:rsidRDefault="006A6668" w:rsidP="00773856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A666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روش تحقیق</w:t>
            </w:r>
          </w:p>
          <w:p w14:paraId="7BB6F5BB" w14:textId="095E9C13" w:rsidR="006A6668" w:rsidRPr="00773856" w:rsidRDefault="006A6668" w:rsidP="00773856">
            <w:pPr>
              <w:rPr>
                <w:rFonts w:ascii="IranNastaliq" w:hAnsi="IranNastaliq" w:cs="B Zar"/>
                <w:sz w:val="22"/>
                <w:szCs w:val="2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          </w:t>
            </w:r>
            <w:r w:rsidRPr="00773856">
              <w:rPr>
                <w:rFonts w:ascii="IranNastaliq" w:hAnsi="IranNastaliq" w:cs="B Zar" w:hint="cs"/>
                <w:sz w:val="22"/>
                <w:szCs w:val="22"/>
                <w:rtl/>
                <w:lang w:bidi="fa-IR"/>
              </w:rPr>
              <w:t>استادکاظمینی</w:t>
            </w:r>
          </w:p>
          <w:p w14:paraId="3E14E11B" w14:textId="1F65730F" w:rsidR="006A6668" w:rsidRDefault="006A6668" w:rsidP="00773856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حقوق دستمزد                107</w:t>
            </w:r>
          </w:p>
          <w:p w14:paraId="4B6318D2" w14:textId="33E50AED" w:rsidR="006A6668" w:rsidRPr="00C96B36" w:rsidRDefault="006A6668" w:rsidP="00773856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84" w:type="dxa"/>
            <w:tcBorders>
              <w:tr2bl w:val="single" w:sz="4" w:space="0" w:color="auto"/>
            </w:tcBorders>
          </w:tcPr>
          <w:p w14:paraId="2635E5EB" w14:textId="77777777" w:rsidR="006A6668" w:rsidRDefault="006A6668" w:rsidP="00773856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7BFE07B2" w14:textId="5107FCE5" w:rsidR="006A6668" w:rsidRPr="006A6668" w:rsidRDefault="006A6668" w:rsidP="006A6668">
            <w:pPr>
              <w:rPr>
                <w:rFonts w:ascii="IranNastaliq" w:hAnsi="IranNastaliq" w:cs="B Zar"/>
                <w:b/>
                <w:bCs/>
                <w:sz w:val="18"/>
                <w:szCs w:val="18"/>
                <w:rtl/>
                <w:lang w:bidi="fa-IR"/>
              </w:rPr>
            </w:pPr>
            <w:r w:rsidRPr="006A6668">
              <w:rPr>
                <w:rFonts w:ascii="IranNastaliq" w:hAnsi="IranNastaliq" w:cs="B Zar" w:hint="cs"/>
                <w:b/>
                <w:bCs/>
                <w:sz w:val="18"/>
                <w:szCs w:val="18"/>
                <w:rtl/>
                <w:lang w:bidi="fa-IR"/>
              </w:rPr>
              <w:t>روش تحقیق</w:t>
            </w:r>
          </w:p>
          <w:p w14:paraId="04A6F6CA" w14:textId="0CFAEDAD" w:rsidR="006A6668" w:rsidRDefault="006A6668" w:rsidP="006A666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تایم 11-12    کارآفرینی</w:t>
            </w:r>
          </w:p>
          <w:p w14:paraId="6366F5C9" w14:textId="3BC5ED5C" w:rsidR="006A6668" w:rsidRDefault="006A6668" w:rsidP="006A666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13-14</w:t>
            </w:r>
          </w:p>
          <w:p w14:paraId="2000C006" w14:textId="3A7BEDF1" w:rsidR="006A6668" w:rsidRPr="00773856" w:rsidRDefault="006A6668" w:rsidP="006A666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99" w:type="dxa"/>
            <w:gridSpan w:val="2"/>
          </w:tcPr>
          <w:p w14:paraId="7E09F318" w14:textId="77777777" w:rsidR="006A6668" w:rsidRPr="00C96B36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  <w:p w14:paraId="11C383FB" w14:textId="2271F1F2" w:rsidR="006A6668" w:rsidRPr="006A6668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A666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کارآفرینی</w:t>
            </w:r>
          </w:p>
          <w:p w14:paraId="34EB8728" w14:textId="70E3E62F" w:rsidR="006A6668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هاشمی نژاد</w:t>
            </w:r>
          </w:p>
          <w:p w14:paraId="691546A8" w14:textId="5C797DBB" w:rsidR="006A6668" w:rsidRPr="00C96B36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107</w:t>
            </w:r>
          </w:p>
          <w:p w14:paraId="3767F2A1" w14:textId="77777777" w:rsidR="006A6668" w:rsidRPr="00C96B36" w:rsidRDefault="006A6668" w:rsidP="00DE3F3B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  <w:tcBorders>
              <w:tr2bl w:val="single" w:sz="4" w:space="0" w:color="auto"/>
            </w:tcBorders>
          </w:tcPr>
          <w:p w14:paraId="4446C55C" w14:textId="77777777" w:rsidR="006A6668" w:rsidRPr="006A6668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7D180A5A" w14:textId="77777777" w:rsidR="006A6668" w:rsidRPr="006A6668" w:rsidRDefault="006A6668" w:rsidP="006A666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A666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کارآفرینی </w:t>
            </w:r>
          </w:p>
          <w:p w14:paraId="1CD7826D" w14:textId="77777777" w:rsidR="006A6668" w:rsidRDefault="006A6668" w:rsidP="006A666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هاشمی نژاد</w:t>
            </w:r>
          </w:p>
          <w:p w14:paraId="286257A3" w14:textId="57B8363E" w:rsidR="006A6668" w:rsidRPr="00C96B36" w:rsidRDefault="006A6668" w:rsidP="006A666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107</w:t>
            </w:r>
          </w:p>
        </w:tc>
      </w:tr>
      <w:tr w:rsidR="006A6668" w:rsidRPr="003041DC" w14:paraId="0E0D0C1D" w14:textId="5FC8BFE3" w:rsidTr="006A6668">
        <w:trPr>
          <w:trHeight w:val="1036"/>
        </w:trPr>
        <w:tc>
          <w:tcPr>
            <w:tcW w:w="1857" w:type="dxa"/>
            <w:shd w:val="clear" w:color="auto" w:fill="E6E6E6"/>
          </w:tcPr>
          <w:p w14:paraId="13921CA3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67614A84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48" w:type="dxa"/>
            <w:gridSpan w:val="2"/>
          </w:tcPr>
          <w:p w14:paraId="05ED7205" w14:textId="5EBFDD12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51" w:type="dxa"/>
          </w:tcPr>
          <w:p w14:paraId="7306BC80" w14:textId="0190F766" w:rsidR="006A6668" w:rsidRPr="00C96B36" w:rsidRDefault="006A6668" w:rsidP="00DE3F3B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10" w:type="dxa"/>
            <w:gridSpan w:val="2"/>
          </w:tcPr>
          <w:p w14:paraId="647A5C95" w14:textId="771C2913" w:rsidR="006A6668" w:rsidRPr="00C96B36" w:rsidRDefault="006A6668" w:rsidP="00DE3F3B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73" w:type="dxa"/>
          </w:tcPr>
          <w:p w14:paraId="250050D6" w14:textId="77777777" w:rsidR="006A6668" w:rsidRPr="00C96B36" w:rsidRDefault="006A6668" w:rsidP="00DE3F3B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</w:tcPr>
          <w:p w14:paraId="33763FBB" w14:textId="77777777" w:rsidR="006A6668" w:rsidRPr="00C96B36" w:rsidRDefault="006A6668" w:rsidP="00DE3F3B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</w:tr>
      <w:tr w:rsidR="006A6668" w:rsidRPr="003041DC" w14:paraId="03AB83E3" w14:textId="5A77C1B9" w:rsidTr="006A6668">
        <w:trPr>
          <w:trHeight w:val="1307"/>
        </w:trPr>
        <w:tc>
          <w:tcPr>
            <w:tcW w:w="1857" w:type="dxa"/>
            <w:shd w:val="clear" w:color="auto" w:fill="E6E6E6"/>
          </w:tcPr>
          <w:p w14:paraId="25966CA9" w14:textId="159C2532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16D344BF" w14:textId="77777777" w:rsidR="006A6668" w:rsidRPr="003041DC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35" w:type="dxa"/>
          </w:tcPr>
          <w:p w14:paraId="762D83BF" w14:textId="77777777" w:rsidR="006A6668" w:rsidRDefault="006A6668" w:rsidP="006A666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</w:p>
          <w:p w14:paraId="42011373" w14:textId="4B242C40" w:rsidR="006A6668" w:rsidRPr="006A6668" w:rsidRDefault="006A6668" w:rsidP="006A666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جعفری</w:t>
            </w: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107</w:t>
            </w:r>
          </w:p>
          <w:p w14:paraId="3E54083B" w14:textId="7705964A" w:rsidR="006A6668" w:rsidRPr="00C96B36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4" w:type="dxa"/>
            <w:gridSpan w:val="2"/>
          </w:tcPr>
          <w:p w14:paraId="2741CAB8" w14:textId="77777777" w:rsidR="006A6668" w:rsidRPr="006A6668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6A666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زبان فنی</w:t>
            </w:r>
          </w:p>
          <w:p w14:paraId="686DBA6B" w14:textId="4D47AF64" w:rsidR="006A6668" w:rsidRPr="00C96B36" w:rsidRDefault="006A6668" w:rsidP="006A666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صادقی کلاس 107</w:t>
            </w:r>
          </w:p>
        </w:tc>
        <w:tc>
          <w:tcPr>
            <w:tcW w:w="2310" w:type="dxa"/>
            <w:gridSpan w:val="2"/>
          </w:tcPr>
          <w:p w14:paraId="14CB1D0E" w14:textId="77777777" w:rsidR="006A6668" w:rsidRPr="00C96B36" w:rsidRDefault="006A6668" w:rsidP="006A666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شرکتها</w:t>
            </w:r>
          </w:p>
          <w:p w14:paraId="1BCAA7FC" w14:textId="52207275" w:rsidR="006A6668" w:rsidRPr="00C96B36" w:rsidRDefault="006A6668" w:rsidP="006A666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استادحمزوی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473" w:type="dxa"/>
          </w:tcPr>
          <w:p w14:paraId="3D7C69D4" w14:textId="77777777" w:rsidR="006A6668" w:rsidRPr="00C96B36" w:rsidRDefault="006A6668" w:rsidP="006A666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شرکتها</w:t>
            </w:r>
          </w:p>
          <w:p w14:paraId="61835F30" w14:textId="41D3D842" w:rsidR="006A6668" w:rsidRPr="00C96B36" w:rsidRDefault="006A6668" w:rsidP="006A666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C96B36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استادحمزوی کلاس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107</w:t>
            </w:r>
          </w:p>
        </w:tc>
        <w:tc>
          <w:tcPr>
            <w:tcW w:w="2351" w:type="dxa"/>
          </w:tcPr>
          <w:p w14:paraId="3F4FB96A" w14:textId="77777777" w:rsidR="006A6668" w:rsidRPr="00C96B36" w:rsidRDefault="006A6668" w:rsidP="00DE3F3B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</w:tr>
      <w:tr w:rsidR="006A6668" w:rsidRPr="00716D77" w14:paraId="3626655B" w14:textId="7088DDDD" w:rsidTr="006A6668">
        <w:trPr>
          <w:trHeight w:val="1360"/>
        </w:trPr>
        <w:tc>
          <w:tcPr>
            <w:tcW w:w="1857" w:type="dxa"/>
            <w:shd w:val="clear" w:color="auto" w:fill="E6E6E6"/>
          </w:tcPr>
          <w:p w14:paraId="65EF5DC6" w14:textId="77777777" w:rsidR="006A6668" w:rsidRPr="00716D77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2AED6B9E" w14:textId="77777777" w:rsidR="006A6668" w:rsidRPr="00716D77" w:rsidRDefault="006A6668" w:rsidP="00DE3F3B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35" w:type="dxa"/>
          </w:tcPr>
          <w:p w14:paraId="71465B72" w14:textId="77777777" w:rsidR="006A6668" w:rsidRPr="00F65518" w:rsidRDefault="006A6668" w:rsidP="00DE3F3B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64" w:type="dxa"/>
            <w:gridSpan w:val="2"/>
          </w:tcPr>
          <w:p w14:paraId="332F1675" w14:textId="77777777" w:rsidR="006A6668" w:rsidRPr="00F65518" w:rsidRDefault="006A6668" w:rsidP="00DE3F3B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87" w:type="dxa"/>
          </w:tcPr>
          <w:p w14:paraId="307D4BAA" w14:textId="77777777" w:rsidR="006A6668" w:rsidRPr="00F65518" w:rsidRDefault="006A6668" w:rsidP="00DE3F3B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96" w:type="dxa"/>
            <w:gridSpan w:val="2"/>
          </w:tcPr>
          <w:p w14:paraId="51CC8555" w14:textId="77777777" w:rsidR="006A6668" w:rsidRPr="00F65518" w:rsidRDefault="006A6668" w:rsidP="00DE3F3B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51" w:type="dxa"/>
          </w:tcPr>
          <w:p w14:paraId="4DB456A1" w14:textId="77777777" w:rsidR="006A6668" w:rsidRPr="00F65518" w:rsidRDefault="006A6668" w:rsidP="00DE3F3B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7A0B2CB2" w14:textId="77777777" w:rsidR="00002F5E" w:rsidRDefault="00002F5E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C15A76E" w14:textId="77777777" w:rsidR="00CD1A51" w:rsidRDefault="00CD1A51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6A2E0948" w14:textId="77777777" w:rsidR="00B3267C" w:rsidRDefault="00B3267C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0DF1A674" w14:textId="497E4948" w:rsidR="00E01552" w:rsidRPr="00430492" w:rsidRDefault="00E01552" w:rsidP="00E01552">
      <w:pPr>
        <w:jc w:val="center"/>
        <w:rPr>
          <w:rFonts w:ascii="IranNastaliq" w:hAnsi="IranNastaliq" w:cs="IranNastaliq"/>
          <w:b/>
          <w:bCs/>
          <w:sz w:val="40"/>
          <w:szCs w:val="40"/>
          <w:rtl/>
          <w:lang w:bidi="fa-IR"/>
        </w:rPr>
      </w:pPr>
      <w:r w:rsidRPr="00430492">
        <w:rPr>
          <w:rFonts w:ascii="IranNastaliq" w:hAnsi="IranNastaliq" w:cs="IranNastaliq" w:hint="cs"/>
          <w:b/>
          <w:bCs/>
          <w:noProof/>
          <w:sz w:val="40"/>
          <w:szCs w:val="40"/>
          <w:rtl/>
          <w:lang w:bidi="fa-IR"/>
        </w:rPr>
        <w:drawing>
          <wp:anchor distT="0" distB="0" distL="114300" distR="114300" simplePos="0" relativeHeight="251673600" behindDoc="1" locked="0" layoutInCell="1" allowOverlap="1" wp14:anchorId="2034792D" wp14:editId="18197C8E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10" name="Picture 10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492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آموزشکده </w:t>
      </w:r>
      <w:r w:rsidR="00B3267C" w:rsidRPr="00430492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40"/>
          <w:szCs w:val="40"/>
          <w:rtl/>
          <w:lang w:bidi="fa-IR"/>
        </w:rPr>
        <w:t xml:space="preserve"> دختران شهرضا</w:t>
      </w:r>
    </w:p>
    <w:p w14:paraId="28A90FFA" w14:textId="76CCA82D" w:rsidR="00002F5E" w:rsidRPr="00613AAA" w:rsidRDefault="00002F5E" w:rsidP="00002F5E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</w:t>
      </w:r>
      <w:r w:rsidR="00027E3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 </w:t>
      </w:r>
      <w:r w:rsidR="00027E3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نیمسال</w:t>
      </w:r>
      <w:r>
        <w:rPr>
          <w:rFonts w:ascii="IranNastaliq" w:hAnsi="IranNastaliq" w:cs="B Titr"/>
          <w:b/>
          <w:bCs/>
          <w:sz w:val="36"/>
          <w:szCs w:val="36"/>
          <w:lang w:bidi="fa-IR"/>
        </w:rPr>
        <w:t xml:space="preserve"> </w:t>
      </w:r>
      <w:r w:rsidR="00B3267C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027E3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</w:t>
      </w:r>
      <w:r w:rsidR="00027E3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bidiVisual/>
        <w:tblW w:w="12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2685"/>
        <w:gridCol w:w="16"/>
        <w:gridCol w:w="14"/>
        <w:gridCol w:w="2523"/>
        <w:gridCol w:w="16"/>
        <w:gridCol w:w="2417"/>
        <w:gridCol w:w="2687"/>
      </w:tblGrid>
      <w:tr w:rsidR="00027E34" w:rsidRPr="00CB0B9B" w14:paraId="7B3BC339" w14:textId="77777777" w:rsidTr="00205E83">
        <w:trPr>
          <w:trHeight w:val="1018"/>
        </w:trPr>
        <w:tc>
          <w:tcPr>
            <w:tcW w:w="20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78D6A250" w14:textId="77777777" w:rsidR="00027E34" w:rsidRPr="00CB0B9B" w:rsidRDefault="00027E34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5D1DD59D" w14:textId="77777777" w:rsidR="00027E34" w:rsidRPr="00CB0B9B" w:rsidRDefault="00027E34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685" w:type="dxa"/>
            <w:shd w:val="clear" w:color="auto" w:fill="E6E6E6"/>
          </w:tcPr>
          <w:p w14:paraId="5C98E04B" w14:textId="57DB579A" w:rsidR="00027E34" w:rsidRPr="00CB0B9B" w:rsidRDefault="00027E34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553" w:type="dxa"/>
            <w:gridSpan w:val="3"/>
            <w:shd w:val="clear" w:color="auto" w:fill="E6E6E6"/>
          </w:tcPr>
          <w:p w14:paraId="6FE18B8A" w14:textId="4D021535" w:rsidR="00027E34" w:rsidRPr="00CB0B9B" w:rsidRDefault="00027E34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433" w:type="dxa"/>
            <w:gridSpan w:val="2"/>
            <w:shd w:val="clear" w:color="auto" w:fill="E6E6E6"/>
          </w:tcPr>
          <w:p w14:paraId="3AB3155C" w14:textId="00021BF4" w:rsidR="00027E34" w:rsidRPr="00CB0B9B" w:rsidRDefault="00027E34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2687" w:type="dxa"/>
            <w:shd w:val="clear" w:color="auto" w:fill="E6E6E6"/>
          </w:tcPr>
          <w:p w14:paraId="03473761" w14:textId="05C63748" w:rsidR="00027E34" w:rsidRPr="00CB0B9B" w:rsidRDefault="00027E34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5E242641" w14:textId="77777777" w:rsidR="00027E34" w:rsidRPr="00CB0B9B" w:rsidRDefault="00027E34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205E83" w:rsidRPr="003041DC" w14:paraId="5FACC1C6" w14:textId="3A33A5B1" w:rsidTr="00205E83">
        <w:trPr>
          <w:trHeight w:val="1378"/>
        </w:trPr>
        <w:tc>
          <w:tcPr>
            <w:tcW w:w="2003" w:type="dxa"/>
            <w:shd w:val="clear" w:color="auto" w:fill="E6E6E6"/>
          </w:tcPr>
          <w:p w14:paraId="3EBD638F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02A1368D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238" w:type="dxa"/>
            <w:gridSpan w:val="4"/>
          </w:tcPr>
          <w:p w14:paraId="34335208" w14:textId="6BD412BA" w:rsidR="00205E83" w:rsidRPr="00205E83" w:rsidRDefault="00B3267C" w:rsidP="00205E83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حسابداری </w:t>
            </w:r>
            <w:r w:rsidR="00205E83"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مالی</w:t>
            </w:r>
          </w:p>
          <w:p w14:paraId="142EA00F" w14:textId="3317A09C" w:rsidR="00205E83" w:rsidRPr="00205E83" w:rsidRDefault="00205E83" w:rsidP="00205E8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دشتی کلاس 10</w:t>
            </w:r>
            <w:r w:rsid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8</w:t>
            </w:r>
          </w:p>
          <w:p w14:paraId="35A599DF" w14:textId="7B6FF284" w:rsidR="00205E83" w:rsidRPr="00205E83" w:rsidRDefault="00205E83" w:rsidP="00205E83">
            <w:pPr>
              <w:ind w:firstLine="720"/>
              <w:jc w:val="center"/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</w:tc>
        <w:tc>
          <w:tcPr>
            <w:tcW w:w="5120" w:type="dxa"/>
            <w:gridSpan w:val="3"/>
          </w:tcPr>
          <w:p w14:paraId="57BF13E9" w14:textId="211E9A5F" w:rsidR="00205E83" w:rsidRPr="00205E83" w:rsidRDefault="00205E83" w:rsidP="00205E83">
            <w:pPr>
              <w:bidi w:val="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</w:t>
            </w:r>
            <w:r w:rsidR="00B3267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14:paraId="3DD870F1" w14:textId="562581F5" w:rsidR="00205E83" w:rsidRPr="00205E83" w:rsidRDefault="00205E83" w:rsidP="00205E83">
            <w:pPr>
              <w:bidi w:val="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مدینه کلاس </w:t>
            </w:r>
            <w:r w:rsid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108</w:t>
            </w:r>
          </w:p>
          <w:p w14:paraId="6A68497F" w14:textId="77777777" w:rsidR="00205E83" w:rsidRPr="00205E83" w:rsidRDefault="00205E83" w:rsidP="00205E83">
            <w:pPr>
              <w:ind w:firstLine="720"/>
              <w:jc w:val="center"/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</w:tc>
      </w:tr>
      <w:tr w:rsidR="00205E83" w:rsidRPr="003041DC" w14:paraId="32EAA645" w14:textId="77777777" w:rsidTr="00B3267C">
        <w:trPr>
          <w:trHeight w:val="1495"/>
        </w:trPr>
        <w:tc>
          <w:tcPr>
            <w:tcW w:w="2003" w:type="dxa"/>
            <w:shd w:val="clear" w:color="auto" w:fill="E6E6E6"/>
          </w:tcPr>
          <w:p w14:paraId="0192AA7E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72A343EA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15" w:type="dxa"/>
            <w:gridSpan w:val="3"/>
          </w:tcPr>
          <w:p w14:paraId="61CB256E" w14:textId="77777777" w:rsidR="00B3267C" w:rsidRPr="00205E83" w:rsidRDefault="00B3267C" w:rsidP="00B3267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پیمانکاری</w:t>
            </w:r>
          </w:p>
          <w:p w14:paraId="39AB4AEC" w14:textId="77777777" w:rsidR="00B3267C" w:rsidRDefault="00B3267C" w:rsidP="00B3267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تاکی</w:t>
            </w:r>
          </w:p>
          <w:p w14:paraId="2547A1E0" w14:textId="7A556908" w:rsidR="00205E83" w:rsidRPr="00205E83" w:rsidRDefault="00B3267C" w:rsidP="00B3267C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102</w:t>
            </w:r>
          </w:p>
        </w:tc>
        <w:tc>
          <w:tcPr>
            <w:tcW w:w="2539" w:type="dxa"/>
            <w:gridSpan w:val="2"/>
          </w:tcPr>
          <w:p w14:paraId="494B6BE9" w14:textId="77777777" w:rsidR="00B3267C" w:rsidRPr="00205E83" w:rsidRDefault="00B3267C" w:rsidP="00B3267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پیمانکاری</w:t>
            </w:r>
          </w:p>
          <w:p w14:paraId="6D77A4C1" w14:textId="77777777" w:rsidR="00B3267C" w:rsidRDefault="00B3267C" w:rsidP="00B3267C">
            <w:pPr>
              <w:ind w:firstLine="720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تاکی</w:t>
            </w:r>
          </w:p>
          <w:p w14:paraId="20D0C6E4" w14:textId="21F87B86" w:rsidR="00205E83" w:rsidRPr="00205E83" w:rsidRDefault="00B3267C" w:rsidP="00B3267C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102</w:t>
            </w:r>
          </w:p>
        </w:tc>
        <w:tc>
          <w:tcPr>
            <w:tcW w:w="2417" w:type="dxa"/>
          </w:tcPr>
          <w:p w14:paraId="0E423F57" w14:textId="77777777" w:rsidR="00B3267C" w:rsidRPr="00205E83" w:rsidRDefault="00B3267C" w:rsidP="00B3267C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مالیاتی 2</w:t>
            </w:r>
          </w:p>
          <w:p w14:paraId="200ECFC8" w14:textId="38848057" w:rsidR="00205E83" w:rsidRPr="0094277D" w:rsidRDefault="00B3267C" w:rsidP="00B3267C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اسلامی کلاس 10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687" w:type="dxa"/>
            <w:tcBorders>
              <w:tr2bl w:val="single" w:sz="4" w:space="0" w:color="auto"/>
            </w:tcBorders>
          </w:tcPr>
          <w:p w14:paraId="48DAEC3C" w14:textId="77777777" w:rsidR="00B3267C" w:rsidRDefault="00B3267C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41355B19" w14:textId="64F5E83A" w:rsidR="00B3267C" w:rsidRPr="00205E83" w:rsidRDefault="00B3267C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مالیاتی 2</w:t>
            </w:r>
          </w:p>
          <w:p w14:paraId="5E0EC4AC" w14:textId="03C4595B" w:rsidR="00205E83" w:rsidRPr="0094277D" w:rsidRDefault="00B3267C" w:rsidP="00B3267C">
            <w:pPr>
              <w:rPr>
                <w:rFonts w:ascii="IranNastaliq" w:hAnsi="IranNastaliq" w:cs="B Zar"/>
                <w:b/>
                <w:bCs/>
                <w:i/>
                <w:iCs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اسلامی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108</w:t>
            </w:r>
          </w:p>
        </w:tc>
      </w:tr>
      <w:tr w:rsidR="00205E83" w:rsidRPr="003041DC" w14:paraId="0F332E99" w14:textId="77777777" w:rsidTr="00B3267C">
        <w:trPr>
          <w:trHeight w:val="1433"/>
        </w:trPr>
        <w:tc>
          <w:tcPr>
            <w:tcW w:w="2003" w:type="dxa"/>
            <w:shd w:val="clear" w:color="auto" w:fill="E6E6E6"/>
          </w:tcPr>
          <w:p w14:paraId="6EF97683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73446A6F" w14:textId="77777777" w:rsidR="00205E83" w:rsidRPr="003041DC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01" w:type="dxa"/>
            <w:gridSpan w:val="2"/>
          </w:tcPr>
          <w:p w14:paraId="4F2977F1" w14:textId="2BCBF59D" w:rsidR="00205E83" w:rsidRDefault="00B3267C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05E83"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کنترل داخل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  <w:p w14:paraId="3E962BCD" w14:textId="73F2A376" w:rsidR="00B3267C" w:rsidRPr="00B3267C" w:rsidRDefault="00B3267C" w:rsidP="00B3267C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دهقان</w:t>
            </w:r>
          </w:p>
          <w:p w14:paraId="66DDE770" w14:textId="6081236D" w:rsidR="00B3267C" w:rsidRPr="00B3267C" w:rsidRDefault="00B3267C" w:rsidP="00B3267C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</w:t>
            </w:r>
            <w:r w:rsidRP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105</w:t>
            </w:r>
          </w:p>
          <w:p w14:paraId="22B4256E" w14:textId="77777777" w:rsidR="00205E83" w:rsidRPr="00205E83" w:rsidRDefault="00205E83" w:rsidP="00205E8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37" w:type="dxa"/>
            <w:gridSpan w:val="2"/>
          </w:tcPr>
          <w:p w14:paraId="578189A9" w14:textId="07B2D166" w:rsidR="00205E83" w:rsidRPr="00205E83" w:rsidRDefault="00B3267C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05E83"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کنترل داخلی</w:t>
            </w:r>
          </w:p>
          <w:p w14:paraId="3657588F" w14:textId="77777777" w:rsidR="00B3267C" w:rsidRDefault="00205E83" w:rsidP="00205E8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دهقان</w:t>
            </w:r>
          </w:p>
          <w:p w14:paraId="2345BC6E" w14:textId="0EB7A591" w:rsidR="00205E83" w:rsidRPr="00205E83" w:rsidRDefault="00205E83" w:rsidP="00205E8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</w:t>
            </w:r>
            <w:r w:rsidR="00B3267C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105</w:t>
            </w:r>
          </w:p>
        </w:tc>
        <w:tc>
          <w:tcPr>
            <w:tcW w:w="2433" w:type="dxa"/>
            <w:gridSpan w:val="2"/>
          </w:tcPr>
          <w:p w14:paraId="3D82FAB6" w14:textId="36A8F302" w:rsidR="00205E83" w:rsidRPr="00205E83" w:rsidRDefault="00205E83" w:rsidP="00205E83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687" w:type="dxa"/>
          </w:tcPr>
          <w:p w14:paraId="3F549A49" w14:textId="2EA65120" w:rsidR="00205E83" w:rsidRPr="004F17A0" w:rsidRDefault="00205E83" w:rsidP="00B3267C">
            <w:pPr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027E34" w:rsidRPr="003041DC" w14:paraId="13EBB108" w14:textId="77777777" w:rsidTr="00205E83">
        <w:trPr>
          <w:trHeight w:val="1351"/>
        </w:trPr>
        <w:tc>
          <w:tcPr>
            <w:tcW w:w="2003" w:type="dxa"/>
            <w:shd w:val="clear" w:color="auto" w:fill="E6E6E6"/>
          </w:tcPr>
          <w:p w14:paraId="398F5F73" w14:textId="77777777" w:rsidR="00027E34" w:rsidRPr="003041DC" w:rsidRDefault="00027E34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4C4D9DA3" w14:textId="77777777" w:rsidR="00027E34" w:rsidRPr="003041DC" w:rsidRDefault="00027E34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01" w:type="dxa"/>
            <w:gridSpan w:val="2"/>
          </w:tcPr>
          <w:p w14:paraId="58A54E67" w14:textId="77777777" w:rsidR="00027E34" w:rsidRPr="00205E83" w:rsidRDefault="00027E34" w:rsidP="00205E83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53" w:type="dxa"/>
            <w:gridSpan w:val="3"/>
          </w:tcPr>
          <w:p w14:paraId="58BDBD9A" w14:textId="77777777" w:rsidR="00027E34" w:rsidRPr="00205E83" w:rsidRDefault="00027E34" w:rsidP="00205E8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17" w:type="dxa"/>
          </w:tcPr>
          <w:p w14:paraId="021FA447" w14:textId="77777777" w:rsidR="00027E34" w:rsidRPr="00F65518" w:rsidRDefault="00027E34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87" w:type="dxa"/>
          </w:tcPr>
          <w:p w14:paraId="12EDD76A" w14:textId="77777777" w:rsidR="00027E34" w:rsidRPr="00F65518" w:rsidRDefault="00027E34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  <w:tr w:rsidR="00205E83" w:rsidRPr="00716D77" w14:paraId="1DC3BA72" w14:textId="77777777" w:rsidTr="007D345B">
        <w:trPr>
          <w:trHeight w:val="1405"/>
        </w:trPr>
        <w:tc>
          <w:tcPr>
            <w:tcW w:w="2003" w:type="dxa"/>
            <w:shd w:val="clear" w:color="auto" w:fill="E6E6E6"/>
          </w:tcPr>
          <w:p w14:paraId="53F32E83" w14:textId="77777777" w:rsidR="00205E83" w:rsidRPr="00716D77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334C30AE" w14:textId="77777777" w:rsidR="00205E83" w:rsidRPr="00716D77" w:rsidRDefault="00205E83" w:rsidP="00622AA3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358" w:type="dxa"/>
            <w:gridSpan w:val="7"/>
          </w:tcPr>
          <w:p w14:paraId="2FDFB169" w14:textId="0863D3D7" w:rsidR="00205E83" w:rsidRDefault="00205E83" w:rsidP="00205E83">
            <w:pPr>
              <w:ind w:firstLine="72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کارگاه حسابداری</w:t>
            </w:r>
          </w:p>
          <w:p w14:paraId="5CB781B4" w14:textId="269FD88C" w:rsidR="00B3267C" w:rsidRPr="00205E83" w:rsidRDefault="00B3267C" w:rsidP="00205E83">
            <w:pPr>
              <w:ind w:firstLine="72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نرم افزار کاربردی</w:t>
            </w:r>
          </w:p>
          <w:p w14:paraId="1BE381D1" w14:textId="2F3C609A" w:rsidR="00205E83" w:rsidRPr="00205E83" w:rsidRDefault="00205E83" w:rsidP="00205E83">
            <w:pPr>
              <w:ind w:firstLine="72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205E83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استاد سالک سایت 3</w:t>
            </w:r>
          </w:p>
        </w:tc>
      </w:tr>
    </w:tbl>
    <w:p w14:paraId="6B8E7D53" w14:textId="77777777" w:rsidR="0094277D" w:rsidRDefault="0094277D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713B9BA2" w14:textId="77777777" w:rsidR="00430492" w:rsidRDefault="00430492" w:rsidP="00393A2E">
      <w:pPr>
        <w:rPr>
          <w:rFonts w:ascii="IranNastaliq" w:hAnsi="IranNastaliq" w:cs="IranNastaliq"/>
          <w:b/>
          <w:bCs/>
          <w:rtl/>
          <w:lang w:bidi="fa-IR"/>
        </w:rPr>
      </w:pPr>
    </w:p>
    <w:p w14:paraId="7DB4AA82" w14:textId="6835C10A" w:rsidR="00CB0C5D" w:rsidRPr="00430492" w:rsidRDefault="00CB0C5D" w:rsidP="00CB0C5D">
      <w:pPr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 w:rsidRPr="00430492">
        <w:rPr>
          <w:rFonts w:ascii="IranNastaliq" w:hAnsi="IranNastaliq" w:cs="IranNastaliq" w:hint="cs"/>
          <w:b/>
          <w:bCs/>
          <w:noProof/>
          <w:sz w:val="36"/>
          <w:szCs w:val="36"/>
          <w:rtl/>
          <w:lang w:bidi="fa-IR"/>
        </w:rPr>
        <w:drawing>
          <wp:anchor distT="0" distB="0" distL="114300" distR="114300" simplePos="0" relativeHeight="251665408" behindDoc="1" locked="0" layoutInCell="1" allowOverlap="1" wp14:anchorId="04152D3E" wp14:editId="3B754A43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6" name="Picture 6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30492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آموزشکده </w:t>
      </w:r>
      <w:r w:rsidR="00B3267C" w:rsidRPr="00430492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ملی مهارت </w:t>
      </w:r>
      <w:r w:rsidRPr="00430492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دختران شهرضا</w:t>
      </w:r>
    </w:p>
    <w:p w14:paraId="4D3BA857" w14:textId="64130DBD" w:rsidR="0094277D" w:rsidRPr="00613AAA" w:rsidRDefault="0094277D" w:rsidP="0094277D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</w:t>
      </w:r>
      <w:r w:rsidR="005577B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 کارشناسی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ترم</w:t>
      </w:r>
      <w:r w:rsidR="005577B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</w:t>
      </w:r>
      <w:r w:rsidR="005577B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ل </w:t>
      </w:r>
      <w:r w:rsidR="00393A2E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</w:t>
      </w:r>
      <w:r w:rsidR="005577B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</w:t>
      </w:r>
      <w:r w:rsidR="005577B4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3</w:t>
      </w:r>
    </w:p>
    <w:tbl>
      <w:tblPr>
        <w:bidiVisual/>
        <w:tblW w:w="14665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3"/>
        <w:gridCol w:w="2590"/>
        <w:gridCol w:w="18"/>
        <w:gridCol w:w="32"/>
        <w:gridCol w:w="2625"/>
        <w:gridCol w:w="2462"/>
        <w:gridCol w:w="2295"/>
        <w:gridCol w:w="2470"/>
      </w:tblGrid>
      <w:tr w:rsidR="004941C7" w:rsidRPr="00CB0B9B" w14:paraId="6880F6E1" w14:textId="22D83358" w:rsidTr="00D02658">
        <w:trPr>
          <w:trHeight w:val="1014"/>
        </w:trPr>
        <w:tc>
          <w:tcPr>
            <w:tcW w:w="217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04B5E0A9" w14:textId="77777777" w:rsidR="004941C7" w:rsidRPr="00CB0B9B" w:rsidRDefault="004941C7" w:rsidP="00622AA3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507858B5" w14:textId="77777777" w:rsidR="004941C7" w:rsidRPr="00CB0B9B" w:rsidRDefault="004941C7" w:rsidP="00622AA3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2590" w:type="dxa"/>
            <w:shd w:val="clear" w:color="auto" w:fill="E6E6E6"/>
          </w:tcPr>
          <w:p w14:paraId="33F00321" w14:textId="006AAC62" w:rsidR="004941C7" w:rsidRPr="00CB0B9B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675" w:type="dxa"/>
            <w:gridSpan w:val="3"/>
            <w:shd w:val="clear" w:color="auto" w:fill="E6E6E6"/>
          </w:tcPr>
          <w:p w14:paraId="19B4C7A2" w14:textId="4F83A779" w:rsidR="004941C7" w:rsidRPr="00CB0B9B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462" w:type="dxa"/>
            <w:shd w:val="clear" w:color="auto" w:fill="E6E6E6"/>
          </w:tcPr>
          <w:p w14:paraId="475B3FA2" w14:textId="2D8C8EE1" w:rsidR="004941C7" w:rsidRPr="00CB0B9B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2295" w:type="dxa"/>
            <w:shd w:val="clear" w:color="auto" w:fill="E6E6E6"/>
          </w:tcPr>
          <w:p w14:paraId="12A50305" w14:textId="5654B19C" w:rsidR="004941C7" w:rsidRPr="00CB0B9B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5F719023" w14:textId="77777777" w:rsidR="004941C7" w:rsidRPr="00CB0B9B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70" w:type="dxa"/>
            <w:shd w:val="clear" w:color="auto" w:fill="E6E6E6"/>
          </w:tcPr>
          <w:p w14:paraId="5B3671C9" w14:textId="427DB311" w:rsidR="004941C7" w:rsidRDefault="004941C7" w:rsidP="00622AA3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17-19</w:t>
            </w:r>
          </w:p>
        </w:tc>
      </w:tr>
      <w:tr w:rsidR="004941C7" w:rsidRPr="003041DC" w14:paraId="291EC4D4" w14:textId="52B81C69" w:rsidTr="00D02658">
        <w:trPr>
          <w:trHeight w:val="1373"/>
        </w:trPr>
        <w:tc>
          <w:tcPr>
            <w:tcW w:w="2173" w:type="dxa"/>
            <w:shd w:val="clear" w:color="auto" w:fill="E6E6E6"/>
          </w:tcPr>
          <w:p w14:paraId="368C01B6" w14:textId="77777777" w:rsidR="004941C7" w:rsidRPr="003041DC" w:rsidRDefault="004941C7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342A7324" w14:textId="77777777" w:rsidR="004941C7" w:rsidRPr="003041DC" w:rsidRDefault="004941C7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08" w:type="dxa"/>
            <w:gridSpan w:val="2"/>
            <w:tcBorders>
              <w:tr2bl w:val="single" w:sz="4" w:space="0" w:color="auto"/>
            </w:tcBorders>
          </w:tcPr>
          <w:p w14:paraId="74987CC6" w14:textId="77777777" w:rsidR="00393A2E" w:rsidRDefault="004941C7" w:rsidP="00BC4E84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مدیریت </w:t>
            </w:r>
          </w:p>
          <w:p w14:paraId="5B90059E" w14:textId="2E14F219" w:rsidR="004941C7" w:rsidRPr="00BC4E84" w:rsidRDefault="004941C7" w:rsidP="00BC4E84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کسب و کار</w:t>
            </w:r>
          </w:p>
        </w:tc>
        <w:tc>
          <w:tcPr>
            <w:tcW w:w="2657" w:type="dxa"/>
            <w:gridSpan w:val="2"/>
          </w:tcPr>
          <w:p w14:paraId="36F48AF0" w14:textId="77777777" w:rsidR="004941C7" w:rsidRPr="00D02658" w:rsidRDefault="004941C7" w:rsidP="00792DA3">
            <w:pPr>
              <w:rPr>
                <w:rFonts w:ascii="IranNastaliq" w:hAnsi="IranNastaliq" w:cs="B Zar"/>
                <w:b/>
                <w:bCs/>
                <w:sz w:val="32"/>
                <w:szCs w:val="32"/>
                <w:rtl/>
                <w:lang w:bidi="fa-IR"/>
              </w:rPr>
            </w:pPr>
            <w:r w:rsidRPr="00D02658">
              <w:rPr>
                <w:rFonts w:ascii="IranNastaliq" w:hAnsi="IranNastaliq" w:cs="B Zar" w:hint="cs"/>
                <w:b/>
                <w:bCs/>
                <w:sz w:val="32"/>
                <w:szCs w:val="32"/>
                <w:rtl/>
                <w:lang w:bidi="fa-IR"/>
              </w:rPr>
              <w:t>مدیریت کسب و کار</w:t>
            </w:r>
          </w:p>
          <w:p w14:paraId="6CAD96F4" w14:textId="77777777" w:rsidR="004941C7" w:rsidRDefault="004941C7" w:rsidP="00792DA3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استاد دکتر آقائی</w:t>
            </w:r>
          </w:p>
          <w:p w14:paraId="3F345A90" w14:textId="072AA083" w:rsidR="004941C7" w:rsidRPr="00792DA3" w:rsidRDefault="004941C7" w:rsidP="00792DA3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کلاس 104</w:t>
            </w:r>
          </w:p>
        </w:tc>
        <w:tc>
          <w:tcPr>
            <w:tcW w:w="2462" w:type="dxa"/>
          </w:tcPr>
          <w:p w14:paraId="0792AA59" w14:textId="71E0777E" w:rsidR="004941C7" w:rsidRDefault="004941C7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</w:t>
            </w:r>
            <w:r w:rsidRPr="00BC4E8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تربیت بدن</w:t>
            </w:r>
            <w:r w:rsidR="00D0265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  <w:p w14:paraId="7C1CB060" w14:textId="2F72E8F1" w:rsidR="004941C7" w:rsidRPr="00B3267C" w:rsidRDefault="004941C7" w:rsidP="00B3267C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     </w:t>
            </w:r>
            <w:r w:rsidRPr="00792DA3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استاد تیموریان</w:t>
            </w:r>
          </w:p>
        </w:tc>
        <w:tc>
          <w:tcPr>
            <w:tcW w:w="2295" w:type="dxa"/>
          </w:tcPr>
          <w:p w14:paraId="752AF802" w14:textId="22165F18" w:rsidR="004941C7" w:rsidRPr="00792DA3" w:rsidRDefault="004941C7" w:rsidP="00792DA3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70" w:type="dxa"/>
          </w:tcPr>
          <w:p w14:paraId="7C26D3AA" w14:textId="77777777" w:rsidR="004941C7" w:rsidRPr="00792DA3" w:rsidRDefault="004941C7" w:rsidP="00792DA3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941C7" w:rsidRPr="003041DC" w14:paraId="4DB058AB" w14:textId="789313B2" w:rsidTr="00D02658">
        <w:trPr>
          <w:trHeight w:val="1490"/>
        </w:trPr>
        <w:tc>
          <w:tcPr>
            <w:tcW w:w="2173" w:type="dxa"/>
            <w:shd w:val="clear" w:color="auto" w:fill="E6E6E6"/>
          </w:tcPr>
          <w:p w14:paraId="1C71C7FE" w14:textId="77777777" w:rsidR="004941C7" w:rsidRPr="003041DC" w:rsidRDefault="004941C7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54121FFB" w14:textId="77777777" w:rsidR="004941C7" w:rsidRPr="003041DC" w:rsidRDefault="004941C7" w:rsidP="00622AA3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08" w:type="dxa"/>
            <w:gridSpan w:val="2"/>
          </w:tcPr>
          <w:p w14:paraId="5A5C22D1" w14:textId="17EDF9AC" w:rsidR="004941C7" w:rsidRPr="00BC4E84" w:rsidRDefault="004941C7" w:rsidP="00B3267C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C4E8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 پیشرفته</w:t>
            </w:r>
          </w:p>
          <w:p w14:paraId="3A21E963" w14:textId="76978AE2" w:rsidR="004941C7" w:rsidRDefault="00D02658" w:rsidP="00D0265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         </w:t>
            </w:r>
            <w:r w:rsidR="004941C7" w:rsidRPr="00792DA3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استاد دشتی </w:t>
            </w:r>
          </w:p>
          <w:p w14:paraId="137631BE" w14:textId="0C8D37FB" w:rsidR="004941C7" w:rsidRPr="00BC4E84" w:rsidRDefault="00D02658" w:rsidP="00D02658">
            <w:pPr>
              <w:rPr>
                <w:rFonts w:ascii="IranNastaliq" w:hAnsi="IranNastaliq" w:cs="B Zar"/>
                <w:sz w:val="28"/>
                <w:szCs w:val="28"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        </w:t>
            </w:r>
            <w:r w:rsidR="004941C7" w:rsidRPr="00792DA3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کلاس </w:t>
            </w:r>
            <w:r w:rsidR="004941C7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101</w:t>
            </w:r>
            <w:r w:rsidR="004941C7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5661CFAD" w14:textId="5646BD30" w:rsidR="004941C7" w:rsidRPr="00BC4E84" w:rsidRDefault="004941C7" w:rsidP="00BC4E84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657" w:type="dxa"/>
            <w:gridSpan w:val="2"/>
          </w:tcPr>
          <w:p w14:paraId="32DA985B" w14:textId="77777777" w:rsidR="004941C7" w:rsidRPr="00BC4E84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C4E8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 پیشرفته</w:t>
            </w:r>
          </w:p>
          <w:p w14:paraId="07139E93" w14:textId="3AFA5044" w:rsidR="004941C7" w:rsidRDefault="00D02658" w:rsidP="00D0265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        </w:t>
            </w:r>
            <w:r w:rsidR="004941C7" w:rsidRPr="00792DA3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استاد دشتی </w:t>
            </w:r>
          </w:p>
          <w:p w14:paraId="16B713C5" w14:textId="64ADF537" w:rsidR="004941C7" w:rsidRPr="00BC4E84" w:rsidRDefault="00D02658" w:rsidP="00D02658">
            <w:pPr>
              <w:rPr>
                <w:rFonts w:ascii="IranNastaliq" w:hAnsi="IranNastaliq" w:cs="B Zar"/>
                <w:sz w:val="28"/>
                <w:szCs w:val="28"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       </w:t>
            </w:r>
            <w:r w:rsidR="004941C7" w:rsidRPr="00792DA3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کلاس </w:t>
            </w:r>
            <w:r w:rsidR="004941C7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101</w:t>
            </w:r>
            <w:r w:rsidR="004941C7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0169047B" w14:textId="24C3FE25" w:rsidR="004941C7" w:rsidRPr="00BC4E84" w:rsidRDefault="004941C7" w:rsidP="00BC4E84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62" w:type="dxa"/>
          </w:tcPr>
          <w:p w14:paraId="12FFC860" w14:textId="5D114FC8" w:rsidR="004941C7" w:rsidRPr="004941C7" w:rsidRDefault="004941C7" w:rsidP="004941C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D0265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4941C7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اندیشه 2</w:t>
            </w:r>
          </w:p>
          <w:p w14:paraId="4B07586E" w14:textId="218A61D7" w:rsidR="004941C7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</w:t>
            </w:r>
            <w:r w:rsidR="00D0265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استاد صدرائی</w:t>
            </w:r>
          </w:p>
          <w:p w14:paraId="34DD93FD" w14:textId="083FB843" w:rsidR="004941C7" w:rsidRPr="00BC4E84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</w:t>
            </w:r>
            <w:r w:rsidR="00D0265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کلاس 101</w:t>
            </w:r>
          </w:p>
        </w:tc>
        <w:tc>
          <w:tcPr>
            <w:tcW w:w="2295" w:type="dxa"/>
          </w:tcPr>
          <w:p w14:paraId="062C1F0A" w14:textId="77777777" w:rsidR="004941C7" w:rsidRDefault="004941C7" w:rsidP="00BC4E84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بازار پول و سرمایه</w:t>
            </w:r>
          </w:p>
          <w:p w14:paraId="0DEA1F10" w14:textId="77777777" w:rsidR="004941C7" w:rsidRPr="004941C7" w:rsidRDefault="004941C7" w:rsidP="00BC4E84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 w:rsidRPr="004941C7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استاد نظری</w:t>
            </w:r>
          </w:p>
          <w:p w14:paraId="33831852" w14:textId="565166B6" w:rsidR="004941C7" w:rsidRPr="00792DA3" w:rsidRDefault="004941C7" w:rsidP="00BC4E84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 w:rsidRPr="004941C7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کلاس 105</w:t>
            </w:r>
          </w:p>
        </w:tc>
        <w:tc>
          <w:tcPr>
            <w:tcW w:w="2470" w:type="dxa"/>
            <w:tcBorders>
              <w:tr2bl w:val="single" w:sz="4" w:space="0" w:color="auto"/>
            </w:tcBorders>
          </w:tcPr>
          <w:p w14:paraId="4D3E3D2F" w14:textId="77777777" w:rsidR="004941C7" w:rsidRDefault="004941C7" w:rsidP="004941C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045EB6B2" w14:textId="77777777" w:rsidR="004941C7" w:rsidRDefault="004941C7" w:rsidP="004941C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بازار پول </w:t>
            </w:r>
          </w:p>
          <w:p w14:paraId="148D8976" w14:textId="67BE2357" w:rsidR="004941C7" w:rsidRDefault="004941C7" w:rsidP="004941C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و سرمایه</w:t>
            </w:r>
          </w:p>
          <w:p w14:paraId="3D678614" w14:textId="77777777" w:rsidR="004941C7" w:rsidRPr="00BC4E84" w:rsidRDefault="004941C7" w:rsidP="004941C7">
            <w:pPr>
              <w:ind w:firstLine="720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4941C7" w:rsidRPr="003041DC" w14:paraId="3430C999" w14:textId="478F9531" w:rsidTr="00D02658">
        <w:trPr>
          <w:trHeight w:val="1428"/>
        </w:trPr>
        <w:tc>
          <w:tcPr>
            <w:tcW w:w="2173" w:type="dxa"/>
            <w:shd w:val="clear" w:color="auto" w:fill="E6E6E6"/>
          </w:tcPr>
          <w:p w14:paraId="01467DBA" w14:textId="77777777" w:rsidR="004941C7" w:rsidRPr="003041DC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085207BD" w14:textId="77777777" w:rsidR="004941C7" w:rsidRPr="003041DC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40" w:type="dxa"/>
            <w:gridSpan w:val="3"/>
          </w:tcPr>
          <w:p w14:paraId="716DD517" w14:textId="77777777" w:rsidR="004941C7" w:rsidRPr="00BC4E84" w:rsidRDefault="004941C7" w:rsidP="004941C7">
            <w:pPr>
              <w:ind w:firstLine="720"/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C4E8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اقتصاد کلان</w:t>
            </w:r>
          </w:p>
          <w:p w14:paraId="4B35D494" w14:textId="4836227B" w:rsidR="004941C7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C4E8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استاد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شعاعی</w:t>
            </w:r>
          </w:p>
          <w:p w14:paraId="1BEDA7A1" w14:textId="5FD5A25F" w:rsidR="004941C7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101</w:t>
            </w:r>
          </w:p>
          <w:p w14:paraId="38691436" w14:textId="58902CB9" w:rsidR="004941C7" w:rsidRPr="00792DA3" w:rsidRDefault="004941C7" w:rsidP="004941C7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2625" w:type="dxa"/>
          </w:tcPr>
          <w:p w14:paraId="055AB69C" w14:textId="3E5DDF81" w:rsidR="004941C7" w:rsidRPr="004941C7" w:rsidRDefault="004941C7" w:rsidP="004941C7">
            <w:pPr>
              <w:bidi w:val="0"/>
              <w:jc w:val="center"/>
              <w:rPr>
                <w:rFonts w:ascii="IranNastaliq" w:hAnsi="IranNastaliq" w:cs="B Zar"/>
                <w:b/>
                <w:bCs/>
                <w:sz w:val="32"/>
                <w:szCs w:val="32"/>
                <w:rtl/>
                <w:lang w:bidi="fa-IR"/>
              </w:rPr>
            </w:pPr>
            <w:r w:rsidRPr="004941C7">
              <w:rPr>
                <w:rFonts w:ascii="IranNastaliq" w:hAnsi="IranNastaliq" w:cs="B Zar" w:hint="cs"/>
                <w:b/>
                <w:bCs/>
                <w:sz w:val="32"/>
                <w:szCs w:val="32"/>
                <w:rtl/>
                <w:lang w:bidi="fa-IR"/>
              </w:rPr>
              <w:t>اقتصاد کلان</w:t>
            </w:r>
          </w:p>
          <w:p w14:paraId="64FAA16E" w14:textId="224185D6" w:rsidR="004941C7" w:rsidRDefault="004941C7" w:rsidP="004941C7">
            <w:pPr>
              <w:bidi w:val="0"/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استاد شعاعی</w:t>
            </w:r>
          </w:p>
          <w:p w14:paraId="487BC8C5" w14:textId="469D9D52" w:rsidR="004941C7" w:rsidRDefault="004941C7" w:rsidP="004941C7">
            <w:pPr>
              <w:bidi w:val="0"/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>کلاس 101</w:t>
            </w:r>
          </w:p>
          <w:p w14:paraId="08176A6E" w14:textId="77777777" w:rsidR="004941C7" w:rsidRPr="00792DA3" w:rsidRDefault="004941C7" w:rsidP="004941C7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2462" w:type="dxa"/>
          </w:tcPr>
          <w:p w14:paraId="4EB9DED4" w14:textId="77777777" w:rsidR="004941C7" w:rsidRDefault="004941C7" w:rsidP="004941C7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کنترل </w:t>
            </w:r>
            <w:r w:rsidRPr="00BC4E84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بودجه</w:t>
            </w:r>
          </w:p>
          <w:p w14:paraId="67E9D63B" w14:textId="77777777" w:rsidR="004941C7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</w:t>
            </w:r>
            <w:r w:rsidRPr="00BC4E84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شیرین زاد</w:t>
            </w:r>
          </w:p>
          <w:p w14:paraId="5696C8C1" w14:textId="37E11284" w:rsidR="004941C7" w:rsidRPr="004941C7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کلاس 101</w:t>
            </w:r>
          </w:p>
        </w:tc>
        <w:tc>
          <w:tcPr>
            <w:tcW w:w="2295" w:type="dxa"/>
            <w:tcBorders>
              <w:tr2bl w:val="single" w:sz="4" w:space="0" w:color="auto"/>
            </w:tcBorders>
          </w:tcPr>
          <w:p w14:paraId="26569965" w14:textId="5453A866" w:rsidR="00D02658" w:rsidRPr="00D02658" w:rsidRDefault="004941C7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</w:t>
            </w:r>
            <w:r w:rsidR="00D0265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</w:t>
            </w:r>
            <w:r w:rsidRPr="00D0265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ریاض</w:t>
            </w:r>
            <w:r w:rsidR="00D0265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  <w:p w14:paraId="45046FFA" w14:textId="77777777" w:rsidR="004941C7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  <w:p w14:paraId="153686B3" w14:textId="5A1A7B99" w:rsidR="004941C7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کنترل بودجه</w:t>
            </w:r>
          </w:p>
          <w:p w14:paraId="6B6E3331" w14:textId="6FA1746D" w:rsidR="004941C7" w:rsidRPr="00BC4E84" w:rsidRDefault="004941C7" w:rsidP="004941C7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70" w:type="dxa"/>
          </w:tcPr>
          <w:p w14:paraId="258E09F1" w14:textId="77777777" w:rsidR="004941C7" w:rsidRPr="00D02658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D0265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ریاضی</w:t>
            </w:r>
          </w:p>
          <w:p w14:paraId="1B79323E" w14:textId="77777777" w:rsidR="004941C7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عرفان</w:t>
            </w:r>
          </w:p>
          <w:p w14:paraId="6A5B502A" w14:textId="41F1311A" w:rsidR="00D02658" w:rsidRPr="00BC4E84" w:rsidRDefault="00D02658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101</w:t>
            </w:r>
          </w:p>
        </w:tc>
      </w:tr>
      <w:tr w:rsidR="004941C7" w:rsidRPr="003041DC" w14:paraId="798930B7" w14:textId="4C1F5384" w:rsidTr="00D02658">
        <w:trPr>
          <w:trHeight w:val="1347"/>
        </w:trPr>
        <w:tc>
          <w:tcPr>
            <w:tcW w:w="2173" w:type="dxa"/>
            <w:shd w:val="clear" w:color="auto" w:fill="E6E6E6"/>
          </w:tcPr>
          <w:p w14:paraId="4EB2B08C" w14:textId="77777777" w:rsidR="004941C7" w:rsidRPr="003041DC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382BCD04" w14:textId="77777777" w:rsidR="004941C7" w:rsidRPr="003041DC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08" w:type="dxa"/>
            <w:gridSpan w:val="2"/>
          </w:tcPr>
          <w:p w14:paraId="517F0E48" w14:textId="7735B231" w:rsidR="004941C7" w:rsidRPr="00BC4E84" w:rsidRDefault="004941C7" w:rsidP="004941C7">
            <w:pPr>
              <w:ind w:firstLine="720"/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657" w:type="dxa"/>
            <w:gridSpan w:val="2"/>
          </w:tcPr>
          <w:p w14:paraId="1253B19B" w14:textId="42167056" w:rsidR="004941C7" w:rsidRPr="00792DA3" w:rsidRDefault="004941C7" w:rsidP="004941C7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2462" w:type="dxa"/>
          </w:tcPr>
          <w:p w14:paraId="0B558557" w14:textId="620209CB" w:rsidR="004941C7" w:rsidRPr="00BC4E84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95" w:type="dxa"/>
          </w:tcPr>
          <w:p w14:paraId="6AE8FEDE" w14:textId="153FC129" w:rsidR="004941C7" w:rsidRPr="00BC4E84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  <w:p w14:paraId="0786878F" w14:textId="033EA4AA" w:rsidR="004941C7" w:rsidRPr="00BC4E84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70" w:type="dxa"/>
          </w:tcPr>
          <w:p w14:paraId="68D3DD3F" w14:textId="77777777" w:rsidR="004941C7" w:rsidRPr="00BC4E84" w:rsidRDefault="004941C7" w:rsidP="004941C7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</w:p>
        </w:tc>
      </w:tr>
      <w:tr w:rsidR="004941C7" w:rsidRPr="00716D77" w14:paraId="557E7CA1" w14:textId="22DBA21D" w:rsidTr="00D02658">
        <w:trPr>
          <w:trHeight w:val="1400"/>
        </w:trPr>
        <w:tc>
          <w:tcPr>
            <w:tcW w:w="2173" w:type="dxa"/>
            <w:shd w:val="clear" w:color="auto" w:fill="E6E6E6"/>
          </w:tcPr>
          <w:p w14:paraId="1F1EE2D4" w14:textId="77777777" w:rsidR="004941C7" w:rsidRPr="00716D77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7EF0ACB6" w14:textId="77777777" w:rsidR="004941C7" w:rsidRPr="00716D77" w:rsidRDefault="004941C7" w:rsidP="004941C7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590" w:type="dxa"/>
          </w:tcPr>
          <w:p w14:paraId="721ED02E" w14:textId="77777777" w:rsidR="004941C7" w:rsidRPr="00F65518" w:rsidRDefault="004941C7" w:rsidP="004941C7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75" w:type="dxa"/>
            <w:gridSpan w:val="3"/>
          </w:tcPr>
          <w:p w14:paraId="23255D8A" w14:textId="77777777" w:rsidR="004941C7" w:rsidRPr="00F65518" w:rsidRDefault="004941C7" w:rsidP="004941C7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62" w:type="dxa"/>
          </w:tcPr>
          <w:p w14:paraId="6B822F1A" w14:textId="77777777" w:rsidR="004941C7" w:rsidRPr="00F65518" w:rsidRDefault="004941C7" w:rsidP="004941C7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295" w:type="dxa"/>
          </w:tcPr>
          <w:p w14:paraId="7C55EC95" w14:textId="77777777" w:rsidR="004941C7" w:rsidRPr="00F65518" w:rsidRDefault="004941C7" w:rsidP="004941C7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70" w:type="dxa"/>
          </w:tcPr>
          <w:p w14:paraId="5EE6FF69" w14:textId="77777777" w:rsidR="004941C7" w:rsidRPr="00F65518" w:rsidRDefault="004941C7" w:rsidP="004941C7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0936E56A" w14:textId="77777777" w:rsidR="00430492" w:rsidRDefault="00430492">
      <w:pPr>
        <w:rPr>
          <w:rFonts w:ascii="IranNastaliq" w:hAnsi="IranNastaliq" w:cs="B Zar"/>
          <w:b/>
          <w:bCs/>
          <w:i/>
          <w:iCs/>
          <w:sz w:val="28"/>
          <w:szCs w:val="28"/>
          <w:rtl/>
          <w:lang w:bidi="fa-IR"/>
        </w:rPr>
      </w:pPr>
    </w:p>
    <w:p w14:paraId="527620F3" w14:textId="112A8413" w:rsidR="00BA0AE6" w:rsidRPr="00D02658" w:rsidRDefault="00BA0AE6" w:rsidP="00BA0AE6">
      <w:pPr>
        <w:jc w:val="center"/>
        <w:rPr>
          <w:rFonts w:ascii="IranNastaliq" w:hAnsi="IranNastaliq" w:cs="IranNastaliq"/>
          <w:b/>
          <w:bCs/>
          <w:sz w:val="36"/>
          <w:szCs w:val="36"/>
          <w:rtl/>
          <w:lang w:bidi="fa-IR"/>
        </w:rPr>
      </w:pPr>
      <w:r w:rsidRPr="00D02658">
        <w:rPr>
          <w:rFonts w:ascii="IranNastaliq" w:hAnsi="IranNastaliq" w:cs="IranNastaliq" w:hint="cs"/>
          <w:b/>
          <w:bCs/>
          <w:noProof/>
          <w:sz w:val="36"/>
          <w:szCs w:val="36"/>
          <w:rtl/>
          <w:lang w:bidi="fa-IR"/>
        </w:rPr>
        <w:drawing>
          <wp:anchor distT="0" distB="0" distL="114300" distR="114300" simplePos="0" relativeHeight="251667456" behindDoc="1" locked="0" layoutInCell="1" allowOverlap="1" wp14:anchorId="24567791" wp14:editId="2435C062">
            <wp:simplePos x="0" y="0"/>
            <wp:positionH relativeFrom="column">
              <wp:posOffset>-520700</wp:posOffset>
            </wp:positionH>
            <wp:positionV relativeFrom="paragraph">
              <wp:posOffset>-83185</wp:posOffset>
            </wp:positionV>
            <wp:extent cx="796290" cy="778510"/>
            <wp:effectExtent l="19050" t="0" r="3810" b="0"/>
            <wp:wrapNone/>
            <wp:docPr id="7" name="Picture 7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2658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آموزشکده </w:t>
      </w:r>
      <w:r w:rsidR="00D02658" w:rsidRPr="00D02658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ملی مهارت </w:t>
      </w:r>
      <w:r w:rsidRPr="00D02658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دختران شهرضا</w:t>
      </w:r>
    </w:p>
    <w:p w14:paraId="09D8555C" w14:textId="3CB46A26" w:rsidR="0094277D" w:rsidRPr="00BA0AE6" w:rsidRDefault="00BA0AE6" w:rsidP="00BA0AE6">
      <w:pPr>
        <w:jc w:val="center"/>
        <w:rPr>
          <w:rFonts w:ascii="IranNastaliq" w:hAnsi="IranNastaliq" w:cs="B Titr"/>
          <w:b/>
          <w:bCs/>
          <w:sz w:val="36"/>
          <w:szCs w:val="36"/>
          <w:rtl/>
          <w:lang w:bidi="fa-IR"/>
        </w:rPr>
      </w:pP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ب</w:t>
      </w:r>
      <w:r w:rsidRPr="00613AAA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رنامه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رشته </w:t>
      </w:r>
      <w:r w:rsidR="00D026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حسابداری کارشناسی ترم 2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در نیمسا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ل </w:t>
      </w:r>
      <w:r w:rsidR="00D02658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دوم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سال تحصیلی 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1404</w:t>
      </w:r>
      <w:r w:rsidRPr="00613AAA"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>-</w:t>
      </w:r>
      <w:r>
        <w:rPr>
          <w:rFonts w:ascii="IranNastaliq" w:hAnsi="IranNastaliq" w:cs="B Titr" w:hint="cs"/>
          <w:b/>
          <w:bCs/>
          <w:sz w:val="36"/>
          <w:szCs w:val="36"/>
          <w:rtl/>
          <w:lang w:bidi="fa-IR"/>
        </w:rPr>
        <w:t xml:space="preserve"> 1403</w:t>
      </w:r>
    </w:p>
    <w:tbl>
      <w:tblPr>
        <w:tblpPr w:leftFromText="180" w:rightFromText="180" w:vertAnchor="text" w:horzAnchor="margin" w:tblpXSpec="center" w:tblpY="142"/>
        <w:bidiVisual/>
        <w:tblW w:w="14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3060"/>
        <w:gridCol w:w="2790"/>
        <w:gridCol w:w="2340"/>
        <w:gridCol w:w="3060"/>
        <w:gridCol w:w="1430"/>
      </w:tblGrid>
      <w:tr w:rsidR="00DF7A25" w:rsidRPr="00CB0B9B" w14:paraId="18DDC637" w14:textId="0A001EB3" w:rsidTr="00DF7A25">
        <w:trPr>
          <w:trHeight w:val="1018"/>
        </w:trPr>
        <w:tc>
          <w:tcPr>
            <w:tcW w:w="162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6E6E6"/>
          </w:tcPr>
          <w:p w14:paraId="59B370D9" w14:textId="77777777" w:rsidR="00DF7A25" w:rsidRPr="00CB0B9B" w:rsidRDefault="00DF7A25" w:rsidP="00D02658">
            <w:pPr>
              <w:jc w:val="right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53FD1351" w14:textId="77777777" w:rsidR="00DF7A25" w:rsidRPr="00CB0B9B" w:rsidRDefault="00DF7A25" w:rsidP="00D02658">
            <w:pPr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 w:rsidRPr="00CB0B9B"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3060" w:type="dxa"/>
            <w:shd w:val="clear" w:color="auto" w:fill="E6E6E6"/>
          </w:tcPr>
          <w:p w14:paraId="2EDAE624" w14:textId="38AC394B" w:rsidR="00DF7A25" w:rsidRPr="00CB0B9B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2790" w:type="dxa"/>
            <w:shd w:val="clear" w:color="auto" w:fill="E6E6E6"/>
          </w:tcPr>
          <w:p w14:paraId="1EBBB325" w14:textId="0F7F9343" w:rsidR="00DF7A25" w:rsidRPr="00CB0B9B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2340" w:type="dxa"/>
            <w:shd w:val="clear" w:color="auto" w:fill="E6E6E6"/>
          </w:tcPr>
          <w:p w14:paraId="21D45188" w14:textId="4A6E7752" w:rsidR="00DF7A25" w:rsidRPr="00CB0B9B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13-15</w:t>
            </w:r>
          </w:p>
        </w:tc>
        <w:tc>
          <w:tcPr>
            <w:tcW w:w="3060" w:type="dxa"/>
            <w:shd w:val="clear" w:color="auto" w:fill="E6E6E6"/>
          </w:tcPr>
          <w:p w14:paraId="6948A5FF" w14:textId="00C520C1" w:rsidR="00DF7A25" w:rsidRPr="00CB0B9B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Badr" w:hint="cs"/>
                <w:b/>
                <w:bCs/>
                <w:sz w:val="28"/>
                <w:szCs w:val="28"/>
                <w:rtl/>
                <w:lang w:bidi="fa-IR"/>
              </w:rPr>
              <w:t>15-17</w:t>
            </w:r>
          </w:p>
          <w:p w14:paraId="23150E71" w14:textId="77777777" w:rsidR="00DF7A25" w:rsidRPr="00CB0B9B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30" w:type="dxa"/>
            <w:shd w:val="clear" w:color="auto" w:fill="E6E6E6"/>
          </w:tcPr>
          <w:p w14:paraId="41A66A8E" w14:textId="77777777" w:rsidR="00DF7A25" w:rsidRDefault="00DF7A25" w:rsidP="00D02658">
            <w:pPr>
              <w:jc w:val="center"/>
              <w:rPr>
                <w:rFonts w:ascii="IranNastaliq" w:hAnsi="IranNastaliq"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7A25" w:rsidRPr="003041DC" w14:paraId="2FE0FB14" w14:textId="2852A5E6" w:rsidTr="00DF7A25">
        <w:trPr>
          <w:trHeight w:val="1378"/>
        </w:trPr>
        <w:tc>
          <w:tcPr>
            <w:tcW w:w="1620" w:type="dxa"/>
            <w:shd w:val="clear" w:color="auto" w:fill="E6E6E6"/>
          </w:tcPr>
          <w:p w14:paraId="0F09E3E1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شنبـــه</w:t>
            </w:r>
          </w:p>
          <w:p w14:paraId="0977F58D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  <w:tcBorders>
              <w:tr2bl w:val="single" w:sz="4" w:space="0" w:color="auto"/>
            </w:tcBorders>
          </w:tcPr>
          <w:p w14:paraId="087D72FE" w14:textId="42C037F3" w:rsidR="00DF7A25" w:rsidRPr="005507EB" w:rsidRDefault="00DF7A25" w:rsidP="00D02658">
            <w:pPr>
              <w:ind w:firstLine="720"/>
              <w:jc w:val="center"/>
              <w:rPr>
                <w:rFonts w:ascii="IranNastaliq" w:hAnsi="IranNastaliq" w:cs="B Zar"/>
                <w:rtl/>
                <w:lang w:bidi="fa-IR"/>
              </w:rPr>
            </w:pPr>
          </w:p>
        </w:tc>
        <w:tc>
          <w:tcPr>
            <w:tcW w:w="2790" w:type="dxa"/>
          </w:tcPr>
          <w:p w14:paraId="6EE4AECE" w14:textId="57409B92" w:rsidR="00DF7A25" w:rsidRPr="00B85F78" w:rsidRDefault="00DF7A25" w:rsidP="00B85F78">
            <w:pPr>
              <w:rPr>
                <w:rFonts w:ascii="IranNastaliq" w:hAnsi="IranNastaliq" w:cs="B Zar"/>
                <w:b/>
                <w:bCs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rtl/>
                <w:lang w:bidi="fa-IR"/>
              </w:rPr>
              <w:t xml:space="preserve">    روش انبار داری</w:t>
            </w:r>
          </w:p>
          <w:p w14:paraId="6EC2D4DE" w14:textId="01583B8D" w:rsidR="00DF7A25" w:rsidRDefault="00DF7A25" w:rsidP="00B85F78">
            <w:pPr>
              <w:rPr>
                <w:rFonts w:ascii="IranNastaliq" w:hAnsi="IranNastaliq" w:cs="B Zar"/>
                <w:rtl/>
                <w:lang w:bidi="fa-IR"/>
              </w:rPr>
            </w:pPr>
            <w:r>
              <w:rPr>
                <w:rFonts w:ascii="IranNastaliq" w:hAnsi="IranNastaliq" w:cs="B Zar" w:hint="cs"/>
                <w:rtl/>
                <w:lang w:bidi="fa-IR"/>
              </w:rPr>
              <w:t xml:space="preserve">       استاد مدینه</w:t>
            </w:r>
          </w:p>
          <w:p w14:paraId="5C784A7E" w14:textId="4684F285" w:rsidR="00DF7A25" w:rsidRPr="005507EB" w:rsidRDefault="00DF7A25" w:rsidP="00B85F78">
            <w:pPr>
              <w:rPr>
                <w:rFonts w:ascii="IranNastaliq" w:hAnsi="IranNastaliq" w:cs="B Zar"/>
                <w:rtl/>
                <w:lang w:bidi="fa-IR"/>
              </w:rPr>
            </w:pPr>
            <w:r>
              <w:rPr>
                <w:rFonts w:ascii="IranNastaliq" w:hAnsi="IranNastaliq" w:cs="B Zar" w:hint="cs"/>
                <w:rtl/>
                <w:lang w:bidi="fa-IR"/>
              </w:rPr>
              <w:t xml:space="preserve">      کلاس 103</w:t>
            </w:r>
          </w:p>
        </w:tc>
        <w:tc>
          <w:tcPr>
            <w:tcW w:w="2340" w:type="dxa"/>
          </w:tcPr>
          <w:p w14:paraId="734AC9D9" w14:textId="77777777" w:rsidR="00DF7A25" w:rsidRPr="00B85F78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32"/>
                <w:szCs w:val="32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sz w:val="32"/>
                <w:szCs w:val="32"/>
                <w:rtl/>
                <w:lang w:bidi="fa-IR"/>
              </w:rPr>
              <w:t>آمار</w:t>
            </w:r>
          </w:p>
          <w:p w14:paraId="79FF965A" w14:textId="77777777" w:rsidR="00DF7A25" w:rsidRPr="00B85F78" w:rsidRDefault="00DF7A25" w:rsidP="00D02658">
            <w:pPr>
              <w:jc w:val="center"/>
              <w:rPr>
                <w:rFonts w:ascii="IranNastaliq" w:hAnsi="IranNastaliq" w:cs="B Zar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rtl/>
                <w:lang w:bidi="fa-IR"/>
              </w:rPr>
              <w:t>استاد محمودیان</w:t>
            </w:r>
          </w:p>
          <w:p w14:paraId="5AEA33C8" w14:textId="53A95137" w:rsidR="00DF7A25" w:rsidRPr="005507EB" w:rsidRDefault="00DF7A25" w:rsidP="00B85F7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>
              <w:rPr>
                <w:rFonts w:ascii="IranNastaliq" w:hAnsi="IranNastaliq" w:cs="B Zar" w:hint="cs"/>
                <w:rtl/>
                <w:lang w:bidi="fa-IR"/>
              </w:rPr>
              <w:t xml:space="preserve">                  </w:t>
            </w:r>
            <w:r w:rsidRPr="00B85F78">
              <w:rPr>
                <w:rFonts w:ascii="IranNastaliq" w:hAnsi="IranNastaliq" w:cs="B Zar" w:hint="cs"/>
                <w:rtl/>
                <w:lang w:bidi="fa-IR"/>
              </w:rPr>
              <w:t>کلاس 103</w:t>
            </w:r>
          </w:p>
        </w:tc>
        <w:tc>
          <w:tcPr>
            <w:tcW w:w="3060" w:type="dxa"/>
            <w:tcBorders>
              <w:tr2bl w:val="single" w:sz="4" w:space="0" w:color="auto"/>
            </w:tcBorders>
          </w:tcPr>
          <w:p w14:paraId="0BACB376" w14:textId="44637846" w:rsidR="00DF7A25" w:rsidRDefault="00DF7A25" w:rsidP="00B85F78">
            <w:pPr>
              <w:ind w:firstLine="720"/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  <w:p w14:paraId="2F18EA86" w14:textId="77777777" w:rsidR="00DF7A25" w:rsidRDefault="00DF7A25" w:rsidP="00B85F78">
            <w:pPr>
              <w:ind w:firstLine="720"/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  <w:p w14:paraId="1C6D3079" w14:textId="70D74447" w:rsidR="00DF7A25" w:rsidRPr="005507EB" w:rsidRDefault="00DF7A25" w:rsidP="00B85F78">
            <w:pPr>
              <w:rPr>
                <w:rFonts w:ascii="IranNastaliq" w:hAnsi="IranNastaliq" w:cs="B Zar"/>
                <w:b/>
                <w:bCs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rtl/>
                <w:lang w:bidi="fa-IR"/>
              </w:rPr>
              <w:t>آمار</w:t>
            </w:r>
          </w:p>
        </w:tc>
        <w:tc>
          <w:tcPr>
            <w:tcW w:w="1430" w:type="dxa"/>
          </w:tcPr>
          <w:p w14:paraId="05B33A01" w14:textId="77777777" w:rsidR="00DF7A25" w:rsidRDefault="00DF7A25" w:rsidP="00B85F78">
            <w:pPr>
              <w:ind w:firstLine="720"/>
              <w:rPr>
                <w:rFonts w:ascii="IranNastaliq" w:hAnsi="IranNastaliq" w:cs="B Zar"/>
                <w:b/>
                <w:bCs/>
                <w:rtl/>
                <w:lang w:bidi="fa-IR"/>
              </w:rPr>
            </w:pPr>
          </w:p>
        </w:tc>
      </w:tr>
      <w:tr w:rsidR="00DF7A25" w:rsidRPr="003041DC" w14:paraId="194A4EB1" w14:textId="47C4FCD9" w:rsidTr="00DF7A25">
        <w:trPr>
          <w:trHeight w:val="1495"/>
        </w:trPr>
        <w:tc>
          <w:tcPr>
            <w:tcW w:w="1620" w:type="dxa"/>
            <w:shd w:val="clear" w:color="auto" w:fill="E6E6E6"/>
          </w:tcPr>
          <w:p w14:paraId="650D08DA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یک شنبـــه</w:t>
            </w:r>
          </w:p>
          <w:p w14:paraId="40198430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</w:tcPr>
          <w:p w14:paraId="1ACA6B9E" w14:textId="1C4770DA" w:rsidR="00DF7A25" w:rsidRPr="00B85F78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حسابرسی1</w:t>
            </w:r>
          </w:p>
          <w:p w14:paraId="6466860B" w14:textId="3DBFED09" w:rsidR="00DF7A25" w:rsidRPr="00B85F78" w:rsidRDefault="00DF7A25" w:rsidP="00B85F7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استاد صادقی</w:t>
            </w:r>
          </w:p>
          <w:p w14:paraId="789EEDD9" w14:textId="65EF9B37" w:rsidR="00DF7A25" w:rsidRPr="00B85F78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کلاس 103</w:t>
            </w:r>
          </w:p>
        </w:tc>
        <w:tc>
          <w:tcPr>
            <w:tcW w:w="2790" w:type="dxa"/>
          </w:tcPr>
          <w:p w14:paraId="15C29994" w14:textId="29147DF2" w:rsidR="00DF7A25" w:rsidRPr="00B85F78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 w:rsidRPr="00B85F7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حسابرسی1</w:t>
            </w:r>
          </w:p>
          <w:p w14:paraId="658A8645" w14:textId="67C6FB86" w:rsidR="00DF7A25" w:rsidRPr="00B85F78" w:rsidRDefault="00DF7A25" w:rsidP="00B85F78">
            <w:pPr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</w:t>
            </w: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استاد صادقی</w:t>
            </w:r>
          </w:p>
          <w:p w14:paraId="33BD8E2F" w14:textId="44EA4E3A" w:rsidR="00DF7A25" w:rsidRPr="00B85F78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</w:t>
            </w: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</w:t>
            </w: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کلاس 103</w:t>
            </w:r>
          </w:p>
        </w:tc>
        <w:tc>
          <w:tcPr>
            <w:tcW w:w="2340" w:type="dxa"/>
          </w:tcPr>
          <w:p w14:paraId="28CC296D" w14:textId="77777777" w:rsidR="00DF7A25" w:rsidRPr="00B85F78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بخش عمومی</w:t>
            </w:r>
          </w:p>
          <w:p w14:paraId="410C2C4E" w14:textId="77777777" w:rsidR="00DF7A25" w:rsidRPr="00B85F78" w:rsidRDefault="00DF7A25" w:rsidP="00D0265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صادقی</w:t>
            </w:r>
          </w:p>
          <w:p w14:paraId="00142603" w14:textId="23B05016" w:rsidR="00DF7A25" w:rsidRPr="00B85F78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103</w:t>
            </w:r>
          </w:p>
        </w:tc>
        <w:tc>
          <w:tcPr>
            <w:tcW w:w="3060" w:type="dxa"/>
          </w:tcPr>
          <w:p w14:paraId="69C9CC83" w14:textId="77777777" w:rsidR="00DF7A25" w:rsidRPr="00B85F78" w:rsidRDefault="00DF7A25" w:rsidP="00DF7A25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بخش عمومی</w:t>
            </w:r>
          </w:p>
          <w:p w14:paraId="7DB79F71" w14:textId="77777777" w:rsidR="00DF7A25" w:rsidRPr="00B85F78" w:rsidRDefault="00DF7A25" w:rsidP="00B85F7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صادقی</w:t>
            </w:r>
          </w:p>
          <w:p w14:paraId="0B7DE492" w14:textId="086CBACC" w:rsidR="00DF7A25" w:rsidRPr="00B85F78" w:rsidRDefault="00DF7A25" w:rsidP="00B85F7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103</w:t>
            </w:r>
          </w:p>
        </w:tc>
        <w:tc>
          <w:tcPr>
            <w:tcW w:w="1430" w:type="dxa"/>
          </w:tcPr>
          <w:p w14:paraId="6B24EB6B" w14:textId="77777777" w:rsidR="00DF7A25" w:rsidRPr="00B85F78" w:rsidRDefault="00DF7A25" w:rsidP="00B85F7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F7A25" w:rsidRPr="003041DC" w14:paraId="081A6651" w14:textId="026858DE" w:rsidTr="00DF7A25">
        <w:trPr>
          <w:trHeight w:val="1433"/>
        </w:trPr>
        <w:tc>
          <w:tcPr>
            <w:tcW w:w="1620" w:type="dxa"/>
            <w:shd w:val="clear" w:color="auto" w:fill="E6E6E6"/>
          </w:tcPr>
          <w:p w14:paraId="52B998D8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دو شنبـــه</w:t>
            </w:r>
          </w:p>
          <w:p w14:paraId="35296751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</w:tcPr>
          <w:p w14:paraId="678F9B9A" w14:textId="77777777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 پیشرفته2</w:t>
            </w:r>
          </w:p>
          <w:p w14:paraId="7DE6067A" w14:textId="77777777" w:rsidR="00DF7A25" w:rsidRPr="00B85F78" w:rsidRDefault="00DF7A25" w:rsidP="00B85F7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دشتی</w:t>
            </w:r>
          </w:p>
          <w:p w14:paraId="79118CCF" w14:textId="61678510" w:rsidR="00DF7A25" w:rsidRPr="005507EB" w:rsidRDefault="00DF7A25" w:rsidP="00B85F7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کلاس103</w:t>
            </w:r>
          </w:p>
        </w:tc>
        <w:tc>
          <w:tcPr>
            <w:tcW w:w="2790" w:type="dxa"/>
          </w:tcPr>
          <w:p w14:paraId="5A04E073" w14:textId="77777777" w:rsidR="00DF7A25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حسابداری مالی پیشرفته2</w:t>
            </w:r>
          </w:p>
          <w:p w14:paraId="08238D39" w14:textId="77777777" w:rsidR="00DF7A25" w:rsidRPr="00B85F78" w:rsidRDefault="00DF7A25" w:rsidP="00B85F78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دشتی</w:t>
            </w:r>
          </w:p>
          <w:p w14:paraId="6AF72966" w14:textId="31B39608" w:rsidR="00DF7A25" w:rsidRPr="005507EB" w:rsidRDefault="00DF7A25" w:rsidP="00B85F7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 xml:space="preserve">              </w:t>
            </w:r>
            <w:r w:rsidRPr="00B85F78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کلاس103</w:t>
            </w:r>
          </w:p>
        </w:tc>
        <w:tc>
          <w:tcPr>
            <w:tcW w:w="2340" w:type="dxa"/>
          </w:tcPr>
          <w:p w14:paraId="49A18DEF" w14:textId="56B6F246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          انقلاب</w:t>
            </w:r>
          </w:p>
          <w:p w14:paraId="38D2AF4F" w14:textId="77777777" w:rsidR="00DF7A25" w:rsidRPr="00DF7A25" w:rsidRDefault="00DF7A25" w:rsidP="00DF7A25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DF7A2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رضائی</w:t>
            </w:r>
          </w:p>
          <w:p w14:paraId="2372FD4C" w14:textId="03AB98DA" w:rsidR="00DF7A25" w:rsidRPr="005507EB" w:rsidRDefault="00DF7A25" w:rsidP="00DF7A2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DF7A2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103</w:t>
            </w:r>
          </w:p>
        </w:tc>
        <w:tc>
          <w:tcPr>
            <w:tcW w:w="3060" w:type="dxa"/>
          </w:tcPr>
          <w:p w14:paraId="0BCFA127" w14:textId="25EC4CE0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   حسابداری عقود اسلامی</w:t>
            </w:r>
          </w:p>
          <w:p w14:paraId="2D8B81A6" w14:textId="77777777" w:rsidR="00DF7A25" w:rsidRPr="00DF7A25" w:rsidRDefault="00DF7A25" w:rsidP="00DF7A25">
            <w:pPr>
              <w:jc w:val="center"/>
              <w:rPr>
                <w:rFonts w:ascii="IranNastaliq" w:hAnsi="IranNastaliq" w:cs="B Zar"/>
                <w:sz w:val="28"/>
                <w:szCs w:val="28"/>
                <w:rtl/>
                <w:lang w:bidi="fa-IR"/>
              </w:rPr>
            </w:pPr>
            <w:r w:rsidRPr="00DF7A2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استاد سالک</w:t>
            </w:r>
          </w:p>
          <w:p w14:paraId="5F3A783C" w14:textId="5753FC40" w:rsidR="00DF7A25" w:rsidRPr="005507EB" w:rsidRDefault="00DF7A25" w:rsidP="00DF7A25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DF7A25">
              <w:rPr>
                <w:rFonts w:ascii="IranNastaliq" w:hAnsi="IranNastaliq" w:cs="B Zar" w:hint="cs"/>
                <w:sz w:val="28"/>
                <w:szCs w:val="28"/>
                <w:rtl/>
                <w:lang w:bidi="fa-IR"/>
              </w:rPr>
              <w:t>کلاس 103</w:t>
            </w:r>
          </w:p>
        </w:tc>
        <w:tc>
          <w:tcPr>
            <w:tcW w:w="1430" w:type="dxa"/>
            <w:tcBorders>
              <w:tr2bl w:val="single" w:sz="4" w:space="0" w:color="auto"/>
            </w:tcBorders>
          </w:tcPr>
          <w:p w14:paraId="73D5C921" w14:textId="77777777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  <w:p w14:paraId="1ABDC3E3" w14:textId="369456E1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ح</w:t>
            </w:r>
          </w:p>
          <w:p w14:paraId="2A34CDF6" w14:textId="77777777" w:rsidR="00DF7A25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 xml:space="preserve">عقود </w:t>
            </w:r>
          </w:p>
          <w:p w14:paraId="7825ECD3" w14:textId="1C2AF20B" w:rsidR="00DF7A25" w:rsidRPr="005507EB" w:rsidRDefault="00DF7A25" w:rsidP="00D02658">
            <w:pPr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اسلامی</w:t>
            </w:r>
          </w:p>
        </w:tc>
      </w:tr>
      <w:tr w:rsidR="00DF7A25" w:rsidRPr="003041DC" w14:paraId="46D34AE5" w14:textId="61FB52FD" w:rsidTr="00DF7A25">
        <w:trPr>
          <w:trHeight w:val="1351"/>
        </w:trPr>
        <w:tc>
          <w:tcPr>
            <w:tcW w:w="1620" w:type="dxa"/>
            <w:shd w:val="clear" w:color="auto" w:fill="E6E6E6"/>
          </w:tcPr>
          <w:p w14:paraId="77D3E559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  <w:r w:rsidRPr="003041DC">
              <w:rPr>
                <w:rFonts w:ascii="IranNastaliq" w:hAnsi="IranNastaliq" w:cs="B Zar" w:hint="cs"/>
                <w:b/>
                <w:bCs/>
                <w:sz w:val="28"/>
                <w:szCs w:val="28"/>
                <w:rtl/>
                <w:lang w:bidi="fa-IR"/>
              </w:rPr>
              <w:t>سه شنبـــه</w:t>
            </w:r>
          </w:p>
          <w:p w14:paraId="171282D1" w14:textId="77777777" w:rsidR="00DF7A25" w:rsidRPr="003041DC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</w:tcPr>
          <w:p w14:paraId="3C314C97" w14:textId="785FD42C" w:rsidR="00DF7A25" w:rsidRPr="005507EB" w:rsidRDefault="00DF7A25" w:rsidP="00D02658">
            <w:pPr>
              <w:ind w:firstLine="720"/>
              <w:rPr>
                <w:rFonts w:ascii="IranNastaliq" w:hAnsi="IranNastaliq" w:cs="B Za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790" w:type="dxa"/>
          </w:tcPr>
          <w:p w14:paraId="4A540D54" w14:textId="14F439F3" w:rsidR="00DF7A25" w:rsidRPr="005507EB" w:rsidRDefault="00DF7A25" w:rsidP="00D02658">
            <w:pPr>
              <w:jc w:val="center"/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  <w:r w:rsidRPr="005507EB">
              <w:rPr>
                <w:rFonts w:ascii="IranNastaliq" w:hAnsi="IranNastaliq" w:cs="B Zar" w:hint="cs"/>
                <w:sz w:val="32"/>
                <w:szCs w:val="32"/>
                <w:rtl/>
                <w:lang w:bidi="fa-IR"/>
              </w:rPr>
              <w:t xml:space="preserve"> </w:t>
            </w:r>
          </w:p>
        </w:tc>
        <w:tc>
          <w:tcPr>
            <w:tcW w:w="2340" w:type="dxa"/>
          </w:tcPr>
          <w:p w14:paraId="15902C81" w14:textId="49E25F68" w:rsidR="00DF7A25" w:rsidRPr="005507EB" w:rsidRDefault="00DF7A25" w:rsidP="00D0265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3060" w:type="dxa"/>
          </w:tcPr>
          <w:p w14:paraId="5708144C" w14:textId="0F5BA555" w:rsidR="00DF7A25" w:rsidRPr="005507EB" w:rsidRDefault="00DF7A25" w:rsidP="00D0265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430" w:type="dxa"/>
          </w:tcPr>
          <w:p w14:paraId="01AB99E4" w14:textId="77777777" w:rsidR="00DF7A25" w:rsidRPr="005507EB" w:rsidRDefault="00DF7A25" w:rsidP="00D02658">
            <w:pPr>
              <w:rPr>
                <w:rFonts w:ascii="IranNastaliq" w:hAnsi="IranNastaliq" w:cs="B Zar"/>
                <w:sz w:val="32"/>
                <w:szCs w:val="32"/>
                <w:rtl/>
                <w:lang w:bidi="fa-IR"/>
              </w:rPr>
            </w:pPr>
          </w:p>
        </w:tc>
      </w:tr>
      <w:tr w:rsidR="00DF7A25" w:rsidRPr="00716D77" w14:paraId="238C0FAD" w14:textId="2F3B7B79" w:rsidTr="00DF7A25">
        <w:trPr>
          <w:trHeight w:val="1405"/>
        </w:trPr>
        <w:tc>
          <w:tcPr>
            <w:tcW w:w="1620" w:type="dxa"/>
            <w:shd w:val="clear" w:color="auto" w:fill="E6E6E6"/>
          </w:tcPr>
          <w:p w14:paraId="32ED04A4" w14:textId="77777777" w:rsidR="00DF7A25" w:rsidRPr="00716D77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  <w:r w:rsidRPr="00716D77">
              <w:rPr>
                <w:rFonts w:ascii="IranNastaliq" w:hAnsi="IranNastaliq" w:cs="B Zar" w:hint="cs"/>
                <w:b/>
                <w:bCs/>
                <w:i/>
                <w:iCs/>
                <w:sz w:val="28"/>
                <w:szCs w:val="28"/>
                <w:rtl/>
                <w:lang w:bidi="fa-IR"/>
              </w:rPr>
              <w:t>چهار شنبـــه</w:t>
            </w:r>
          </w:p>
          <w:p w14:paraId="49D7CC10" w14:textId="77777777" w:rsidR="00DF7A25" w:rsidRPr="00716D77" w:rsidRDefault="00DF7A25" w:rsidP="00D02658">
            <w:pPr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</w:tcPr>
          <w:p w14:paraId="76BC5C66" w14:textId="77777777" w:rsidR="00DF7A25" w:rsidRPr="00F65518" w:rsidRDefault="00DF7A25" w:rsidP="00D02658">
            <w:pPr>
              <w:ind w:firstLine="720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790" w:type="dxa"/>
          </w:tcPr>
          <w:p w14:paraId="3331A60C" w14:textId="77777777" w:rsidR="00DF7A25" w:rsidRPr="00F65518" w:rsidRDefault="00DF7A25" w:rsidP="00D02658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40" w:type="dxa"/>
          </w:tcPr>
          <w:p w14:paraId="12BBF0E8" w14:textId="77777777" w:rsidR="00DF7A25" w:rsidRPr="00F65518" w:rsidRDefault="00DF7A25" w:rsidP="00D02658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3060" w:type="dxa"/>
          </w:tcPr>
          <w:p w14:paraId="4F159FE4" w14:textId="77777777" w:rsidR="00DF7A25" w:rsidRPr="00F65518" w:rsidRDefault="00DF7A25" w:rsidP="00D02658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30" w:type="dxa"/>
          </w:tcPr>
          <w:p w14:paraId="17FC9AEB" w14:textId="77777777" w:rsidR="00DF7A25" w:rsidRPr="00F65518" w:rsidRDefault="00DF7A25" w:rsidP="00D02658">
            <w:pPr>
              <w:ind w:firstLine="72"/>
              <w:jc w:val="center"/>
              <w:rPr>
                <w:rFonts w:ascii="IranNastaliq" w:hAnsi="IranNastaliq" w:cs="B Zar"/>
                <w:b/>
                <w:bCs/>
                <w:i/>
                <w:iCs/>
                <w:sz w:val="28"/>
                <w:szCs w:val="28"/>
                <w:rtl/>
                <w:lang w:bidi="fa-IR"/>
              </w:rPr>
            </w:pPr>
          </w:p>
        </w:tc>
      </w:tr>
    </w:tbl>
    <w:p w14:paraId="4368549D" w14:textId="77777777" w:rsidR="00DF7A25" w:rsidRDefault="00DF7A25" w:rsidP="005507EB">
      <w:pPr>
        <w:jc w:val="center"/>
        <w:rPr>
          <w:rFonts w:ascii="IranNastaliq" w:hAnsi="IranNastaliq" w:cs="IranNastaliq"/>
          <w:b/>
          <w:bCs/>
          <w:rtl/>
          <w:lang w:bidi="fa-IR"/>
        </w:rPr>
      </w:pPr>
    </w:p>
    <w:sectPr w:rsidR="00DF7A25" w:rsidSect="00B07380">
      <w:pgSz w:w="16838" w:h="11906" w:orient="landscape"/>
      <w:pgMar w:top="142" w:right="1440" w:bottom="142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F3174" w14:textId="77777777" w:rsidR="00323C15" w:rsidRDefault="00323C15" w:rsidP="006A15D0">
      <w:r>
        <w:separator/>
      </w:r>
    </w:p>
  </w:endnote>
  <w:endnote w:type="continuationSeparator" w:id="0">
    <w:p w14:paraId="45F01CBF" w14:textId="77777777" w:rsidR="00323C15" w:rsidRDefault="00323C15" w:rsidP="006A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0C4D1" w14:textId="77777777" w:rsidR="00323C15" w:rsidRDefault="00323C15" w:rsidP="006A15D0">
      <w:r>
        <w:separator/>
      </w:r>
    </w:p>
  </w:footnote>
  <w:footnote w:type="continuationSeparator" w:id="0">
    <w:p w14:paraId="50FDF837" w14:textId="77777777" w:rsidR="00323C15" w:rsidRDefault="00323C15" w:rsidP="006A1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7C4"/>
    <w:rsid w:val="00002F5E"/>
    <w:rsid w:val="00005152"/>
    <w:rsid w:val="0000749D"/>
    <w:rsid w:val="00026CD8"/>
    <w:rsid w:val="0002762D"/>
    <w:rsid w:val="00027E34"/>
    <w:rsid w:val="00050F59"/>
    <w:rsid w:val="00054BC4"/>
    <w:rsid w:val="00075B3C"/>
    <w:rsid w:val="000830B0"/>
    <w:rsid w:val="00084D4F"/>
    <w:rsid w:val="00097316"/>
    <w:rsid w:val="000B4D53"/>
    <w:rsid w:val="000C36C8"/>
    <w:rsid w:val="000F16B5"/>
    <w:rsid w:val="000F22A3"/>
    <w:rsid w:val="001132A4"/>
    <w:rsid w:val="0012293B"/>
    <w:rsid w:val="00126210"/>
    <w:rsid w:val="00131347"/>
    <w:rsid w:val="00137F4E"/>
    <w:rsid w:val="001607E3"/>
    <w:rsid w:val="001626E7"/>
    <w:rsid w:val="00163A61"/>
    <w:rsid w:val="00166225"/>
    <w:rsid w:val="0016658E"/>
    <w:rsid w:val="00181AD9"/>
    <w:rsid w:val="0018270D"/>
    <w:rsid w:val="00190BC0"/>
    <w:rsid w:val="001B1EB3"/>
    <w:rsid w:val="001C1498"/>
    <w:rsid w:val="0020444C"/>
    <w:rsid w:val="00205E83"/>
    <w:rsid w:val="002115C6"/>
    <w:rsid w:val="00226E45"/>
    <w:rsid w:val="00231151"/>
    <w:rsid w:val="002427DB"/>
    <w:rsid w:val="00251A86"/>
    <w:rsid w:val="00261BD9"/>
    <w:rsid w:val="0026430E"/>
    <w:rsid w:val="00267871"/>
    <w:rsid w:val="00267C92"/>
    <w:rsid w:val="0027712B"/>
    <w:rsid w:val="00280B11"/>
    <w:rsid w:val="002A4FB4"/>
    <w:rsid w:val="002D052E"/>
    <w:rsid w:val="002D74A1"/>
    <w:rsid w:val="002E6849"/>
    <w:rsid w:val="002F38C4"/>
    <w:rsid w:val="003041DC"/>
    <w:rsid w:val="0030666F"/>
    <w:rsid w:val="00320543"/>
    <w:rsid w:val="00322EE3"/>
    <w:rsid w:val="00323C15"/>
    <w:rsid w:val="00332FAE"/>
    <w:rsid w:val="003513CA"/>
    <w:rsid w:val="00374558"/>
    <w:rsid w:val="00381BCF"/>
    <w:rsid w:val="00392C77"/>
    <w:rsid w:val="00393A2E"/>
    <w:rsid w:val="003A3DE6"/>
    <w:rsid w:val="003C0D69"/>
    <w:rsid w:val="003E590D"/>
    <w:rsid w:val="003F1DAC"/>
    <w:rsid w:val="003F61AD"/>
    <w:rsid w:val="00415DCA"/>
    <w:rsid w:val="00416860"/>
    <w:rsid w:val="0041732C"/>
    <w:rsid w:val="00423500"/>
    <w:rsid w:val="00430492"/>
    <w:rsid w:val="00450C24"/>
    <w:rsid w:val="00451715"/>
    <w:rsid w:val="004551DB"/>
    <w:rsid w:val="00491160"/>
    <w:rsid w:val="004941C7"/>
    <w:rsid w:val="004E5173"/>
    <w:rsid w:val="004E7967"/>
    <w:rsid w:val="004F17A0"/>
    <w:rsid w:val="004F45AB"/>
    <w:rsid w:val="004F7BCC"/>
    <w:rsid w:val="00506884"/>
    <w:rsid w:val="00524D3E"/>
    <w:rsid w:val="005507EB"/>
    <w:rsid w:val="005577B4"/>
    <w:rsid w:val="00571E2A"/>
    <w:rsid w:val="005767C3"/>
    <w:rsid w:val="005950AA"/>
    <w:rsid w:val="005972F2"/>
    <w:rsid w:val="005B4CBE"/>
    <w:rsid w:val="005E5065"/>
    <w:rsid w:val="005F257B"/>
    <w:rsid w:val="005F6046"/>
    <w:rsid w:val="00613AAA"/>
    <w:rsid w:val="0061497E"/>
    <w:rsid w:val="00615C35"/>
    <w:rsid w:val="00617F45"/>
    <w:rsid w:val="00620DDC"/>
    <w:rsid w:val="00622AA3"/>
    <w:rsid w:val="006256D0"/>
    <w:rsid w:val="00625D8F"/>
    <w:rsid w:val="00634917"/>
    <w:rsid w:val="006408FE"/>
    <w:rsid w:val="00641B8D"/>
    <w:rsid w:val="00642924"/>
    <w:rsid w:val="0066552C"/>
    <w:rsid w:val="006746FA"/>
    <w:rsid w:val="0067784A"/>
    <w:rsid w:val="00691BBC"/>
    <w:rsid w:val="006A15D0"/>
    <w:rsid w:val="006A6668"/>
    <w:rsid w:val="006B1C7E"/>
    <w:rsid w:val="006E2FAF"/>
    <w:rsid w:val="006E5C14"/>
    <w:rsid w:val="006F5287"/>
    <w:rsid w:val="00703E80"/>
    <w:rsid w:val="00716D77"/>
    <w:rsid w:val="00717432"/>
    <w:rsid w:val="007410EA"/>
    <w:rsid w:val="007447F1"/>
    <w:rsid w:val="00773856"/>
    <w:rsid w:val="00792DA3"/>
    <w:rsid w:val="007B2508"/>
    <w:rsid w:val="007B54CE"/>
    <w:rsid w:val="007C4F25"/>
    <w:rsid w:val="007D2578"/>
    <w:rsid w:val="007D2EDB"/>
    <w:rsid w:val="007F22AD"/>
    <w:rsid w:val="008018A6"/>
    <w:rsid w:val="00801F53"/>
    <w:rsid w:val="008075EC"/>
    <w:rsid w:val="00831E45"/>
    <w:rsid w:val="00885BCD"/>
    <w:rsid w:val="008B02E7"/>
    <w:rsid w:val="008B4E76"/>
    <w:rsid w:val="008C0D55"/>
    <w:rsid w:val="008C5AB3"/>
    <w:rsid w:val="009028DC"/>
    <w:rsid w:val="00910BBC"/>
    <w:rsid w:val="00922DFF"/>
    <w:rsid w:val="0094277D"/>
    <w:rsid w:val="00954094"/>
    <w:rsid w:val="009603C2"/>
    <w:rsid w:val="00986F78"/>
    <w:rsid w:val="009A565B"/>
    <w:rsid w:val="009A61A1"/>
    <w:rsid w:val="009B1DBF"/>
    <w:rsid w:val="009B4CEA"/>
    <w:rsid w:val="009E4EF7"/>
    <w:rsid w:val="00A010BF"/>
    <w:rsid w:val="00A037EB"/>
    <w:rsid w:val="00A07234"/>
    <w:rsid w:val="00A10206"/>
    <w:rsid w:val="00A13DE7"/>
    <w:rsid w:val="00A44489"/>
    <w:rsid w:val="00A61F78"/>
    <w:rsid w:val="00A65D49"/>
    <w:rsid w:val="00A864F7"/>
    <w:rsid w:val="00A93B00"/>
    <w:rsid w:val="00AB6779"/>
    <w:rsid w:val="00AB6F6A"/>
    <w:rsid w:val="00AC1295"/>
    <w:rsid w:val="00AC5285"/>
    <w:rsid w:val="00AF06FD"/>
    <w:rsid w:val="00AF2F4F"/>
    <w:rsid w:val="00AF382D"/>
    <w:rsid w:val="00AF4AF2"/>
    <w:rsid w:val="00B07380"/>
    <w:rsid w:val="00B10CF3"/>
    <w:rsid w:val="00B14180"/>
    <w:rsid w:val="00B17AA6"/>
    <w:rsid w:val="00B21C8E"/>
    <w:rsid w:val="00B3267C"/>
    <w:rsid w:val="00B36BBE"/>
    <w:rsid w:val="00B53EAD"/>
    <w:rsid w:val="00B62C62"/>
    <w:rsid w:val="00B6606E"/>
    <w:rsid w:val="00B73BB4"/>
    <w:rsid w:val="00B85F78"/>
    <w:rsid w:val="00B95E65"/>
    <w:rsid w:val="00BA0AE6"/>
    <w:rsid w:val="00BA2EF4"/>
    <w:rsid w:val="00BC4E84"/>
    <w:rsid w:val="00BC7119"/>
    <w:rsid w:val="00BD6127"/>
    <w:rsid w:val="00C0659F"/>
    <w:rsid w:val="00C07DA9"/>
    <w:rsid w:val="00C12344"/>
    <w:rsid w:val="00C13BBC"/>
    <w:rsid w:val="00C24906"/>
    <w:rsid w:val="00C44CF9"/>
    <w:rsid w:val="00C625F6"/>
    <w:rsid w:val="00C62E4F"/>
    <w:rsid w:val="00C80943"/>
    <w:rsid w:val="00C86C31"/>
    <w:rsid w:val="00C9076E"/>
    <w:rsid w:val="00C92FD2"/>
    <w:rsid w:val="00C96B36"/>
    <w:rsid w:val="00CA30BE"/>
    <w:rsid w:val="00CA39DA"/>
    <w:rsid w:val="00CB0B9B"/>
    <w:rsid w:val="00CB0C5D"/>
    <w:rsid w:val="00CB11AB"/>
    <w:rsid w:val="00CD1A51"/>
    <w:rsid w:val="00CE15C1"/>
    <w:rsid w:val="00CE1785"/>
    <w:rsid w:val="00CE67A4"/>
    <w:rsid w:val="00CE78E4"/>
    <w:rsid w:val="00D02658"/>
    <w:rsid w:val="00D05AEA"/>
    <w:rsid w:val="00D07460"/>
    <w:rsid w:val="00D27CEB"/>
    <w:rsid w:val="00D608FB"/>
    <w:rsid w:val="00D972EF"/>
    <w:rsid w:val="00DB6291"/>
    <w:rsid w:val="00DC42DA"/>
    <w:rsid w:val="00DD188E"/>
    <w:rsid w:val="00DD3C53"/>
    <w:rsid w:val="00DE3F3B"/>
    <w:rsid w:val="00DE7E6E"/>
    <w:rsid w:val="00DF02DD"/>
    <w:rsid w:val="00DF1C49"/>
    <w:rsid w:val="00DF7A25"/>
    <w:rsid w:val="00E01552"/>
    <w:rsid w:val="00E133E8"/>
    <w:rsid w:val="00E151D9"/>
    <w:rsid w:val="00E1583B"/>
    <w:rsid w:val="00E353B5"/>
    <w:rsid w:val="00E5168C"/>
    <w:rsid w:val="00E52976"/>
    <w:rsid w:val="00E54CB9"/>
    <w:rsid w:val="00E57BB1"/>
    <w:rsid w:val="00E81FC7"/>
    <w:rsid w:val="00E82818"/>
    <w:rsid w:val="00E938A0"/>
    <w:rsid w:val="00E977C4"/>
    <w:rsid w:val="00EA2F94"/>
    <w:rsid w:val="00EA5A55"/>
    <w:rsid w:val="00EE5B0B"/>
    <w:rsid w:val="00F017AF"/>
    <w:rsid w:val="00F05D18"/>
    <w:rsid w:val="00F21136"/>
    <w:rsid w:val="00F24921"/>
    <w:rsid w:val="00F3149C"/>
    <w:rsid w:val="00F62D7F"/>
    <w:rsid w:val="00F63FA9"/>
    <w:rsid w:val="00F65518"/>
    <w:rsid w:val="00F76CFC"/>
    <w:rsid w:val="00F776C1"/>
    <w:rsid w:val="00F912A9"/>
    <w:rsid w:val="00F955ED"/>
    <w:rsid w:val="00FB57D0"/>
    <w:rsid w:val="00FC6A50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742A1"/>
  <w15:docId w15:val="{EBDE49FA-73D4-41D4-8B6A-A6DE6B7AE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TW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02E7"/>
    <w:pPr>
      <w:bidi/>
    </w:pPr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711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C5A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AB3"/>
    <w:rPr>
      <w:rFonts w:ascii="Tahoma" w:hAnsi="Tahoma" w:cs="Tahoma"/>
      <w:sz w:val="16"/>
      <w:szCs w:val="16"/>
      <w:lang w:eastAsia="en-US" w:bidi="ar-SA"/>
    </w:rPr>
  </w:style>
  <w:style w:type="paragraph" w:styleId="Header">
    <w:name w:val="header"/>
    <w:basedOn w:val="Normal"/>
    <w:link w:val="HeaderChar"/>
    <w:unhideWhenUsed/>
    <w:rsid w:val="006A15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15D0"/>
    <w:rPr>
      <w:sz w:val="24"/>
      <w:szCs w:val="24"/>
      <w:lang w:eastAsia="en-US" w:bidi="ar-SA"/>
    </w:rPr>
  </w:style>
  <w:style w:type="paragraph" w:styleId="Footer">
    <w:name w:val="footer"/>
    <w:basedOn w:val="Normal"/>
    <w:link w:val="FooterChar"/>
    <w:unhideWhenUsed/>
    <w:rsid w:val="006A1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15D0"/>
    <w:rPr>
      <w:sz w:val="24"/>
      <w:szCs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&#1576;&#1585;&#1606;&#1575;&#1605;&#1607;%20&#1705;&#1604;&#1575;&#1587;&#1607;&#1575;%20&#1608;%20&#1705;&#1575;&#1585;&#1711;&#1575;&#1607;&#1607;&#1575;90&#1605;&#1607;&#158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EB724C-EED4-479A-BFF9-6E5A0D82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</Template>
  <TotalTime>11</TotalTime>
  <Pages>10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آموزشکده فنی وحرفه ای دختران شهرضا</vt:lpstr>
    </vt:vector>
  </TitlesOfParts>
  <Company>MRT www.Win2Farsi.com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آموزشکده فنی وحرفه ای دختران شهرضا</dc:title>
  <dc:subject/>
  <dc:creator>MRT</dc:creator>
  <cp:keywords/>
  <dc:description/>
  <cp:lastModifiedBy>fateme kamani</cp:lastModifiedBy>
  <cp:revision>7</cp:revision>
  <cp:lastPrinted>2024-09-25T09:49:00Z</cp:lastPrinted>
  <dcterms:created xsi:type="dcterms:W3CDTF">2025-01-31T17:23:00Z</dcterms:created>
  <dcterms:modified xsi:type="dcterms:W3CDTF">2025-01-31T19:49:00Z</dcterms:modified>
</cp:coreProperties>
</file>